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649" w:rsidRPr="00EE4F20" w:rsidRDefault="008F2649" w:rsidP="004E62F2">
      <w:pPr>
        <w:rPr>
          <w:rFonts w:ascii="TH Niramit AS" w:hAnsi="TH Niramit AS" w:cs="TH Niramit AS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.75pt;margin-top:-49.5pt;width:86.4pt;height:90pt;z-index:-251658240;visibility:visible;mso-wrap-edited:f" wrapcoords="-214 0 -214 21405 21600 21405 21600 0 -214 0" fillcolor="window">
            <v:imagedata r:id="rId5" o:title="" cropbottom="17423f" cropleft="10304f" cropright="30148f"/>
          </v:shape>
          <o:OLEObject Type="Embed" ProgID="Word.Picture.8" ShapeID="_x0000_s1026" DrawAspect="Content" ObjectID="_1397031264" r:id="rId6"/>
        </w:pict>
      </w:r>
    </w:p>
    <w:p w:rsidR="008F2649" w:rsidRDefault="008F2649" w:rsidP="004E62F2">
      <w:pPr>
        <w:jc w:val="center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jc w:val="center"/>
        <w:rPr>
          <w:rFonts w:ascii="TH Niramit AS" w:hAnsi="TH Niramit AS" w:cs="TH Niramit AS"/>
          <w:sz w:val="32"/>
          <w:szCs w:val="32"/>
        </w:rPr>
      </w:pPr>
      <w:r w:rsidRPr="00105FDF">
        <w:rPr>
          <w:rFonts w:ascii="TH Niramit AS" w:hAnsi="TH Niramit AS" w:cs="TH Niramit AS"/>
          <w:sz w:val="32"/>
          <w:szCs w:val="32"/>
          <w:cs/>
        </w:rPr>
        <w:t>ประ</w:t>
      </w:r>
      <w:r>
        <w:rPr>
          <w:rFonts w:ascii="TH Niramit AS" w:hAnsi="TH Niramit AS" w:cs="TH Niramit AS"/>
          <w:sz w:val="32"/>
          <w:szCs w:val="32"/>
          <w:cs/>
        </w:rPr>
        <w:t>กาศองค์การบริหารส่วนตำบลดอนตรอ</w:t>
      </w:r>
    </w:p>
    <w:p w:rsidR="008F2649" w:rsidRDefault="008F2649" w:rsidP="004E62F2">
      <w:pPr>
        <w:jc w:val="center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>เรื่อง  รายชื่อผู้มีสิทธิเข้าสอบแข่งขันการคัดเลือกพนักงานจ้างทั่วไป</w:t>
      </w:r>
    </w:p>
    <w:p w:rsidR="008F2649" w:rsidRDefault="008F2649" w:rsidP="004E62F2">
      <w:pPr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                                           ตำแหน่ง   พนักงานผลิตน้ำประปา </w:t>
      </w:r>
    </w:p>
    <w:p w:rsidR="008F2649" w:rsidRPr="00105FDF" w:rsidRDefault="008F2649" w:rsidP="004E62F2">
      <w:pPr>
        <w:jc w:val="center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Niramit AS" w:hAnsi="TH Niramit AS" w:cs="TH Niramit AS"/>
          <w:sz w:val="32"/>
          <w:szCs w:val="32"/>
          <w:cs/>
        </w:rPr>
        <w:t>---------------------------</w:t>
      </w:r>
    </w:p>
    <w:p w:rsidR="008F2649" w:rsidRDefault="008F2649" w:rsidP="004B1138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sz w:val="32"/>
          <w:szCs w:val="32"/>
          <w:cs/>
        </w:rPr>
        <w:tab/>
      </w:r>
      <w:r w:rsidRPr="00105FDF">
        <w:rPr>
          <w:rFonts w:ascii="TH Niramit AS" w:hAnsi="TH Niramit AS" w:cs="TH Niramit AS"/>
          <w:sz w:val="32"/>
          <w:szCs w:val="32"/>
          <w:cs/>
        </w:rPr>
        <w:t>ตามที่</w:t>
      </w:r>
      <w:r>
        <w:rPr>
          <w:rFonts w:ascii="TH Niramit AS" w:hAnsi="TH Niramit AS" w:cs="TH Niramit AS"/>
          <w:sz w:val="32"/>
          <w:szCs w:val="32"/>
          <w:cs/>
        </w:rPr>
        <w:t xml:space="preserve">ได้มีประกาศองค์การบริหารส่วนตำบลดอนตรอ  ลงวันที่  ๓  เมษายน  ๒๕๕๕  เรื่องการสรรหาและเลือกสรรหาบุคคลเป็นพนักงานจ้างตามทั่วไป ประจำปีงบประมาณ  พ.ศ. ๒๕๕๕ในตำแหน่ง พนักงานผลิตน้ำประปา  จำนวน  ๑ อัตรา 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>โดยกำหนดวันรับสมัครสอบแข่งขัน ระหว่างวันที่ ๑๗  เมษายน ๒๕๕๕  ถึงวันที่  ๒๖  เมษายน  ๒๕๕๕  และกำหนดให้มีประกาศรายชื่อผู้มีสิทธิเข้ารับการสอบ ในวันที่  ๒๗  เมษายน  ๒๕๕๕  นั้น</w:t>
      </w:r>
    </w:p>
    <w:p w:rsidR="008F2649" w:rsidRPr="00CF0D2A" w:rsidRDefault="008F2649" w:rsidP="004B1138">
      <w:pPr>
        <w:rPr>
          <w:rFonts w:ascii="TH Niramit AS" w:hAnsi="TH Niramit AS" w:cs="TH Niramit AS"/>
          <w:sz w:val="20"/>
          <w:szCs w:val="20"/>
        </w:rPr>
      </w:pPr>
    </w:p>
    <w:p w:rsidR="008F2649" w:rsidRPr="0048584E" w:rsidRDefault="008F2649" w:rsidP="004B1138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        บัดนี้ การรับสมัครสอบแข่งขัน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เสร็จสิ้นแล้ว  </w:t>
      </w:r>
      <w:r>
        <w:rPr>
          <w:rFonts w:ascii="TH Niramit AS" w:hAnsi="TH Niramit AS" w:cs="TH Niramit AS"/>
          <w:sz w:val="32"/>
          <w:szCs w:val="32"/>
          <w:cs/>
        </w:rPr>
        <w:t xml:space="preserve">องค์การบริหารส่วนตำบลดอนตรอ </w:t>
      </w:r>
      <w:r w:rsidRPr="0048584E">
        <w:rPr>
          <w:rFonts w:ascii="TH Niramit AS" w:hAnsi="TH Niramit AS" w:cs="TH Niramit AS"/>
          <w:sz w:val="32"/>
          <w:szCs w:val="32"/>
          <w:cs/>
        </w:rPr>
        <w:t>จึงประกาศรายชื่อผู้มีสิทธิเข้าส</w:t>
      </w:r>
      <w:r>
        <w:rPr>
          <w:rFonts w:ascii="TH Niramit AS" w:hAnsi="TH Niramit AS" w:cs="TH Niramit AS"/>
          <w:sz w:val="32"/>
          <w:szCs w:val="32"/>
          <w:cs/>
        </w:rPr>
        <w:t xml:space="preserve">อบแข่งขันบุคคลเป็นพนักงานจ้างทั่วไป 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 xml:space="preserve">ตำแหน่ง พนักงานผลิตน้ำประปา 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และรายละเอียดเกี่ยวกับวัน  เวลา  สถานที่สอบ </w:t>
      </w:r>
      <w:r>
        <w:rPr>
          <w:rFonts w:ascii="TH Niramit AS" w:hAnsi="TH Niramit AS" w:cs="TH Niramit AS"/>
          <w:sz w:val="32"/>
          <w:szCs w:val="32"/>
          <w:cs/>
        </w:rPr>
        <w:t xml:space="preserve">รายละเอียดวิชาที่สอบ 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และระเบีย</w:t>
      </w:r>
      <w:r>
        <w:rPr>
          <w:rFonts w:ascii="TH Niramit AS" w:hAnsi="TH Niramit AS" w:cs="TH Niramit AS"/>
          <w:sz w:val="32"/>
          <w:szCs w:val="32"/>
          <w:cs/>
        </w:rPr>
        <w:t>บเกี่ยวกับ                   การสอบแข่งขัน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ดังนี้</w:t>
      </w:r>
    </w:p>
    <w:p w:rsidR="008F2649" w:rsidRPr="0048584E" w:rsidRDefault="008F2649" w:rsidP="004B1138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8584E">
        <w:rPr>
          <w:rFonts w:ascii="TH Niramit AS" w:hAnsi="TH Niramit AS" w:cs="TH Niramit AS"/>
          <w:sz w:val="32"/>
          <w:szCs w:val="32"/>
          <w:cs/>
        </w:rPr>
        <w:t>๑. รายชื่อผู้มีสิทธ</w:t>
      </w:r>
      <w:r>
        <w:rPr>
          <w:rFonts w:ascii="TH Niramit AS" w:hAnsi="TH Niramit AS" w:cs="TH Niramit AS"/>
          <w:sz w:val="32"/>
          <w:szCs w:val="32"/>
          <w:cs/>
        </w:rPr>
        <w:t>ิสอบคัดเลือกบุคคลเป็นพนักงานจ้างทั่วไป ตำแหน่ง พนักงานผลิตน้ำประปา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และรายละเอียดเกี่ยวกับวัน  เวลา  สถานที่สอบ</w:t>
      </w:r>
      <w:r>
        <w:rPr>
          <w:rFonts w:ascii="TH Niramit AS" w:hAnsi="TH Niramit AS" w:cs="TH Niramit AS"/>
          <w:sz w:val="32"/>
          <w:szCs w:val="32"/>
          <w:cs/>
        </w:rPr>
        <w:t xml:space="preserve"> และรายละเอียดวิชาที่สอบ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รายละเอียดตาม  </w:t>
      </w:r>
      <w:r w:rsidRPr="0048584E">
        <w:rPr>
          <w:rFonts w:ascii="TH Niramit AS" w:hAnsi="TH Niramit AS" w:cs="TH Niramit AS"/>
          <w:b/>
          <w:bCs/>
          <w:sz w:val="32"/>
          <w:szCs w:val="32"/>
          <w:cs/>
        </w:rPr>
        <w:t>ผนวก  ก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แนบท้ายประกาศ</w:t>
      </w:r>
    </w:p>
    <w:p w:rsidR="008F2649" w:rsidRPr="0048584E" w:rsidRDefault="008F2649" w:rsidP="004B1138">
      <w:pPr>
        <w:spacing w:after="240"/>
        <w:jc w:val="thaiDistribute"/>
        <w:rPr>
          <w:rFonts w:ascii="TH Niramit AS" w:hAnsi="TH Niramit AS" w:cs="TH Niramit AS"/>
          <w:sz w:val="32"/>
          <w:szCs w:val="32"/>
        </w:rPr>
      </w:pPr>
      <w:r w:rsidRPr="0048584E">
        <w:rPr>
          <w:rFonts w:ascii="TH Niramit AS" w:hAnsi="TH Niramit AS" w:cs="TH Niramit AS"/>
          <w:sz w:val="32"/>
          <w:szCs w:val="32"/>
          <w:cs/>
        </w:rPr>
        <w:tab/>
      </w:r>
      <w:r w:rsidRPr="0048584E">
        <w:rPr>
          <w:rFonts w:ascii="TH Niramit AS" w:hAnsi="TH Niramit AS" w:cs="TH Niramit AS"/>
          <w:sz w:val="32"/>
          <w:szCs w:val="32"/>
          <w:cs/>
        </w:rPr>
        <w:tab/>
        <w:t>๒</w:t>
      </w:r>
      <w:r>
        <w:rPr>
          <w:rFonts w:ascii="TH Niramit AS" w:hAnsi="TH Niramit AS" w:cs="TH Niramit AS"/>
          <w:sz w:val="32"/>
          <w:szCs w:val="32"/>
          <w:cs/>
        </w:rPr>
        <w:t>. ระเบียบเกี่ยวกับการสอบแข่งขัน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รายละเอียดตาม  </w:t>
      </w:r>
      <w:r w:rsidRPr="0048584E">
        <w:rPr>
          <w:rFonts w:ascii="TH Niramit AS" w:hAnsi="TH Niramit AS" w:cs="TH Niramit AS"/>
          <w:b/>
          <w:bCs/>
          <w:sz w:val="32"/>
          <w:szCs w:val="32"/>
          <w:cs/>
        </w:rPr>
        <w:t>ผนวก ข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แนบท้ายประกาศ</w:t>
      </w:r>
    </w:p>
    <w:p w:rsidR="008F2649" w:rsidRPr="0048584E" w:rsidRDefault="008F2649" w:rsidP="004B1138">
      <w:pPr>
        <w:spacing w:after="120"/>
        <w:jc w:val="thaiDistribute"/>
        <w:rPr>
          <w:rFonts w:ascii="TH Niramit AS" w:hAnsi="TH Niramit AS" w:cs="TH Niramit AS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Niramit AS" w:hAnsi="TH Niramit AS" w:cs="TH Niramit AS"/>
          <w:sz w:val="32"/>
          <w:szCs w:val="32"/>
          <w:cs/>
        </w:rPr>
        <w:t>อนึ่ง  ในการตรวจสอบคุณสมบัติ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และรับรองคุณสมบัติของผู้สมัครสอบที่ได้ประกาศรายชื่</w:t>
      </w:r>
      <w:r>
        <w:rPr>
          <w:rFonts w:ascii="TH Niramit AS" w:hAnsi="TH Niramit AS" w:cs="TH Niramit AS"/>
          <w:sz w:val="32"/>
          <w:szCs w:val="32"/>
          <w:cs/>
        </w:rPr>
        <w:t>อเป็นผู้มีสิทธิ์เข้าสอบดังกล่าว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ผู้สมัครสอบจะต้องรับผิดชอบในการตรวจสอบและรับรองตนเองว่า  เป็นผู้มีคุณสมบัติทั่วไปและคุณสมบัติเฉพาะสำหรับตำแหน่งที่สมัครสอบตรงตามประกาศรับสมัครสอบฯ  ซึ่งหากตรวจสอบภายหลังพบว่า</w:t>
      </w:r>
      <w:r>
        <w:rPr>
          <w:rFonts w:ascii="TH Niramit AS" w:hAnsi="TH Niramit AS" w:cs="TH Niramit AS"/>
          <w:sz w:val="32"/>
          <w:szCs w:val="32"/>
          <w:cs/>
        </w:rPr>
        <w:t>ผู้สอบแข่งขัน</w:t>
      </w:r>
      <w:r w:rsidRPr="0048584E">
        <w:rPr>
          <w:rFonts w:ascii="TH Niramit AS" w:hAnsi="TH Niramit AS" w:cs="TH Niramit AS"/>
          <w:sz w:val="32"/>
          <w:szCs w:val="32"/>
          <w:cs/>
        </w:rPr>
        <w:t>ได้รายใดมีคุณสมบัติไม่ครบถ้วนตามที่กำหนด  คณะกร</w:t>
      </w:r>
      <w:r>
        <w:rPr>
          <w:rFonts w:ascii="TH Niramit AS" w:hAnsi="TH Niramit AS" w:cs="TH Niramit AS"/>
          <w:sz w:val="32"/>
          <w:szCs w:val="32"/>
          <w:cs/>
        </w:rPr>
        <w:t xml:space="preserve">รมการดำเนินการสอบแข่งขัน </w:t>
      </w:r>
      <w:r w:rsidRPr="0048584E">
        <w:rPr>
          <w:rFonts w:ascii="TH Niramit AS" w:hAnsi="TH Niramit AS" w:cs="TH Niramit AS"/>
          <w:sz w:val="32"/>
          <w:szCs w:val="32"/>
          <w:cs/>
        </w:rPr>
        <w:t>จะถือว่าเป็นผู้ขาดคุณสมบัติในการสมัครสอบและไม่มีสิทธิได้รับการ</w:t>
      </w:r>
      <w:r>
        <w:rPr>
          <w:rFonts w:ascii="TH Niramit AS" w:hAnsi="TH Niramit AS" w:cs="TH Niramit AS"/>
          <w:sz w:val="32"/>
          <w:szCs w:val="32"/>
          <w:cs/>
        </w:rPr>
        <w:t>บรรจุแต่งตั้งให้ดำรงตำแหน่งใด</w:t>
      </w:r>
      <w:r w:rsidRPr="0048584E">
        <w:rPr>
          <w:rFonts w:ascii="TH Niramit AS" w:hAnsi="TH Niramit AS" w:cs="TH Niramit AS"/>
          <w:sz w:val="32"/>
          <w:szCs w:val="32"/>
          <w:cs/>
        </w:rPr>
        <w:t>ๆ หรือจะพิจารณาให้พ้นจากตำแหน่งในกรณีที่ได้รับแต่งตั้งไปแล้ว</w:t>
      </w:r>
    </w:p>
    <w:p w:rsidR="008F2649" w:rsidRPr="0048584E" w:rsidRDefault="008F2649" w:rsidP="00CF0D2A">
      <w:pPr>
        <w:spacing w:after="120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      </w:t>
      </w:r>
      <w:r w:rsidRPr="0048584E">
        <w:rPr>
          <w:rFonts w:ascii="TH Niramit AS" w:hAnsi="TH Niramit AS" w:cs="TH Niramit AS"/>
          <w:sz w:val="32"/>
          <w:szCs w:val="32"/>
          <w:cs/>
        </w:rPr>
        <w:t>จึงประกาศมาให้ทราบโดยทั่วกัน</w:t>
      </w:r>
    </w:p>
    <w:p w:rsidR="008F2649" w:rsidRPr="0048584E" w:rsidRDefault="008F2649" w:rsidP="004B1138">
      <w:pPr>
        <w:spacing w:after="360"/>
        <w:rPr>
          <w:rFonts w:ascii="TH Niramit AS" w:hAnsi="TH Niramit AS" w:cs="TH Niramit AS"/>
          <w:sz w:val="32"/>
          <w:szCs w:val="32"/>
          <w:cs/>
        </w:rPr>
      </w:pP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ประกาศ  ณ  วันที่  </w:t>
      </w:r>
      <w:r>
        <w:rPr>
          <w:rFonts w:ascii="TH Niramit AS" w:hAnsi="TH Niramit AS" w:cs="TH Niramit AS"/>
          <w:sz w:val="32"/>
          <w:szCs w:val="32"/>
          <w:cs/>
        </w:rPr>
        <w:t xml:space="preserve"> ๒๗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เดือน  </w:t>
      </w:r>
      <w:r>
        <w:rPr>
          <w:rFonts w:ascii="TH Niramit AS" w:hAnsi="TH Niramit AS" w:cs="TH Niramit AS"/>
          <w:sz w:val="32"/>
          <w:szCs w:val="32"/>
          <w:cs/>
        </w:rPr>
        <w:t xml:space="preserve">เมษายน </w:t>
      </w:r>
      <w:r w:rsidRPr="0048584E">
        <w:rPr>
          <w:rFonts w:ascii="TH Niramit AS" w:hAnsi="TH Niramit AS" w:cs="TH Niramit AS"/>
          <w:sz w:val="32"/>
          <w:szCs w:val="32"/>
          <w:cs/>
        </w:rPr>
        <w:t xml:space="preserve">  พ</w:t>
      </w:r>
      <w:r w:rsidRPr="0048584E">
        <w:rPr>
          <w:rFonts w:ascii="TH Niramit AS" w:hAnsi="TH Niramit AS" w:cs="TH Niramit AS"/>
          <w:sz w:val="32"/>
          <w:szCs w:val="32"/>
        </w:rPr>
        <w:t>.</w:t>
      </w:r>
      <w:r w:rsidRPr="0048584E">
        <w:rPr>
          <w:rFonts w:ascii="TH Niramit AS" w:hAnsi="TH Niramit AS" w:cs="TH Niramit AS"/>
          <w:sz w:val="32"/>
          <w:szCs w:val="32"/>
          <w:cs/>
        </w:rPr>
        <w:t>ศ</w:t>
      </w:r>
      <w:r w:rsidRPr="0048584E">
        <w:rPr>
          <w:rFonts w:ascii="TH Niramit AS" w:hAnsi="TH Niramit AS" w:cs="TH Niramit AS"/>
          <w:sz w:val="32"/>
          <w:szCs w:val="32"/>
        </w:rPr>
        <w:t xml:space="preserve">. </w:t>
      </w:r>
      <w:r w:rsidRPr="0048584E">
        <w:rPr>
          <w:rFonts w:ascii="TH Niramit AS" w:hAnsi="TH Niramit AS" w:cs="TH Niramit AS"/>
          <w:sz w:val="32"/>
          <w:szCs w:val="32"/>
          <w:cs/>
        </w:rPr>
        <w:t>๒๕</w:t>
      </w:r>
      <w:r>
        <w:rPr>
          <w:rFonts w:ascii="TH Niramit AS" w:hAnsi="TH Niramit AS" w:cs="TH Niramit AS"/>
          <w:sz w:val="32"/>
          <w:szCs w:val="32"/>
          <w:cs/>
        </w:rPr>
        <w:t>๕๕</w:t>
      </w:r>
    </w:p>
    <w:p w:rsidR="008F2649" w:rsidRPr="0048584E" w:rsidRDefault="008F2649" w:rsidP="004B1138">
      <w:pPr>
        <w:rPr>
          <w:rFonts w:ascii="TH Niramit AS" w:hAnsi="TH Niramit AS" w:cs="TH Niramit AS"/>
          <w:sz w:val="32"/>
          <w:szCs w:val="32"/>
          <w:cs/>
        </w:rPr>
      </w:pP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</w:r>
      <w:r w:rsidRPr="0048584E">
        <w:rPr>
          <w:rFonts w:ascii="TH Niramit AS" w:hAnsi="TH Niramit AS" w:cs="TH Niramit AS"/>
          <w:sz w:val="32"/>
          <w:szCs w:val="32"/>
        </w:rPr>
        <w:tab/>
        <w:t xml:space="preserve">   </w:t>
      </w:r>
      <w:r>
        <w:rPr>
          <w:rFonts w:ascii="TH Niramit AS" w:hAnsi="TH Niramit AS" w:cs="TH Niramit AS"/>
          <w:sz w:val="32"/>
          <w:szCs w:val="32"/>
        </w:rPr>
        <w:t xml:space="preserve"> </w:t>
      </w:r>
      <w:r>
        <w:rPr>
          <w:rFonts w:ascii="TH Niramit AS" w:hAnsi="TH Niramit AS" w:cs="TH Niramit AS"/>
          <w:sz w:val="32"/>
          <w:szCs w:val="32"/>
          <w:cs/>
        </w:rPr>
        <w:t xml:space="preserve">    วัชร สุขเกื้อ</w:t>
      </w:r>
    </w:p>
    <w:p w:rsidR="008F2649" w:rsidRPr="0048584E" w:rsidRDefault="008F2649" w:rsidP="004B1138">
      <w:pPr>
        <w:rPr>
          <w:rFonts w:ascii="TH Niramit AS" w:hAnsi="TH Niramit AS" w:cs="TH Niramit AS"/>
          <w:sz w:val="32"/>
          <w:szCs w:val="32"/>
        </w:rPr>
      </w:pPr>
      <w:r w:rsidRPr="0048584E">
        <w:rPr>
          <w:rFonts w:ascii="TH Niramit AS" w:hAnsi="TH Niramit AS" w:cs="TH Niramit AS"/>
          <w:sz w:val="32"/>
          <w:szCs w:val="32"/>
        </w:rPr>
        <w:t xml:space="preserve">                                </w:t>
      </w:r>
      <w:r>
        <w:rPr>
          <w:rFonts w:ascii="TH Niramit AS" w:hAnsi="TH Niramit AS" w:cs="TH Niramit AS"/>
          <w:sz w:val="32"/>
          <w:szCs w:val="32"/>
        </w:rPr>
        <w:t xml:space="preserve">                        </w:t>
      </w:r>
      <w:r w:rsidRPr="0048584E">
        <w:rPr>
          <w:rFonts w:ascii="TH Niramit AS" w:hAnsi="TH Niramit AS" w:cs="TH Niramit AS"/>
          <w:sz w:val="32"/>
          <w:szCs w:val="32"/>
        </w:rPr>
        <w:t>(</w:t>
      </w:r>
      <w:r>
        <w:rPr>
          <w:rFonts w:ascii="TH Niramit AS" w:hAnsi="TH Niramit AS" w:cs="TH Niramit AS"/>
          <w:sz w:val="32"/>
          <w:szCs w:val="32"/>
          <w:cs/>
        </w:rPr>
        <w:t>นายวัชร  สุขเกื้อ</w:t>
      </w:r>
      <w:r w:rsidRPr="0048584E">
        <w:rPr>
          <w:rFonts w:ascii="TH Niramit AS" w:hAnsi="TH Niramit AS" w:cs="TH Niramit AS"/>
          <w:sz w:val="32"/>
          <w:szCs w:val="32"/>
        </w:rPr>
        <w:t>)</w:t>
      </w:r>
    </w:p>
    <w:p w:rsidR="008F2649" w:rsidRPr="0048584E" w:rsidRDefault="008F2649" w:rsidP="004B1138">
      <w:pPr>
        <w:rPr>
          <w:rFonts w:ascii="TH Niramit AS" w:hAnsi="TH Niramit AS" w:cs="TH Niramit AS"/>
          <w:sz w:val="32"/>
          <w:szCs w:val="32"/>
        </w:rPr>
      </w:pPr>
      <w:r w:rsidRPr="0048584E">
        <w:rPr>
          <w:rFonts w:ascii="TH Niramit AS" w:hAnsi="TH Niramit AS" w:cs="TH Niramit AS"/>
          <w:sz w:val="32"/>
          <w:szCs w:val="32"/>
        </w:rPr>
        <w:t xml:space="preserve">                                  </w:t>
      </w:r>
      <w:r>
        <w:rPr>
          <w:rFonts w:ascii="TH Niramit AS" w:hAnsi="TH Niramit AS" w:cs="TH Niramit AS"/>
          <w:sz w:val="32"/>
          <w:szCs w:val="32"/>
        </w:rPr>
        <w:t xml:space="preserve">        </w:t>
      </w:r>
      <w:r>
        <w:rPr>
          <w:rFonts w:ascii="TH Niramit AS" w:hAnsi="TH Niramit AS" w:cs="TH Niramit AS"/>
          <w:sz w:val="32"/>
          <w:szCs w:val="32"/>
          <w:cs/>
        </w:rPr>
        <w:t xml:space="preserve">  นายกองค์การบริหารส่วนตำบลดอนตรอ</w:t>
      </w:r>
    </w:p>
    <w:p w:rsidR="008F2649" w:rsidRPr="00797DA3" w:rsidRDefault="008F2649" w:rsidP="004B1138">
      <w:pPr>
        <w:pStyle w:val="BodyText"/>
        <w:spacing w:before="360"/>
        <w:jc w:val="center"/>
        <w:rPr>
          <w:rFonts w:ascii="TH Niramit AS" w:hAnsi="TH Niramit AS" w:cs="TH Niramit AS"/>
          <w:b/>
          <w:bCs/>
          <w:sz w:val="40"/>
          <w:szCs w:val="40"/>
          <w:u w:val="single"/>
          <w:cs/>
        </w:rPr>
      </w:pPr>
      <w:r w:rsidRPr="00797DA3">
        <w:rPr>
          <w:rFonts w:ascii="TH Niramit AS" w:hAnsi="TH Niramit AS" w:cs="TH Niramit AS"/>
          <w:b/>
          <w:bCs/>
          <w:sz w:val="40"/>
          <w:szCs w:val="40"/>
          <w:u w:val="single"/>
          <w:cs/>
        </w:rPr>
        <w:t>ผนวก  ก</w:t>
      </w:r>
    </w:p>
    <w:p w:rsidR="008F2649" w:rsidRPr="00C16D8C" w:rsidRDefault="008F2649" w:rsidP="004B1138">
      <w:pPr>
        <w:pStyle w:val="BodyText"/>
        <w:jc w:val="center"/>
        <w:rPr>
          <w:rFonts w:ascii="TH Niramit AS" w:hAnsi="TH Niramit AS" w:cs="TH Niramit AS"/>
          <w:b/>
          <w:bCs/>
          <w:cs/>
        </w:rPr>
      </w:pPr>
      <w:r>
        <w:rPr>
          <w:rFonts w:ascii="TH Niramit AS" w:hAnsi="TH Niramit AS" w:cs="TH Niramit AS"/>
          <w:b/>
          <w:bCs/>
          <w:cs/>
        </w:rPr>
        <w:t>รายชื่อผู้มีสิทธิสอบแข่งขัน</w:t>
      </w:r>
      <w:r w:rsidRPr="00906E81">
        <w:rPr>
          <w:rFonts w:ascii="TH Niramit AS" w:hAnsi="TH Niramit AS" w:cs="TH Niramit AS"/>
          <w:b/>
          <w:bCs/>
          <w:cs/>
        </w:rPr>
        <w:t>บุคคลเป็นพนักงานจ้าง</w:t>
      </w:r>
      <w:r>
        <w:rPr>
          <w:rFonts w:ascii="TH Niramit AS" w:hAnsi="TH Niramit AS" w:cs="TH Niramit AS"/>
          <w:b/>
          <w:bCs/>
          <w:cs/>
        </w:rPr>
        <w:t>ทั่วไป</w:t>
      </w:r>
      <w:r w:rsidRPr="00906E81">
        <w:rPr>
          <w:rFonts w:ascii="TH Niramit AS" w:hAnsi="TH Niramit AS" w:cs="TH Niramit A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/>
          <w:b/>
          <w:bCs/>
          <w:cs/>
        </w:rPr>
        <w:t>ตำแหน่ง พนักงานผลิตน้ำประปา</w:t>
      </w:r>
    </w:p>
    <w:p w:rsidR="008F2649" w:rsidRPr="00906E81" w:rsidRDefault="008F2649" w:rsidP="004B1138">
      <w:pPr>
        <w:pStyle w:val="BodyText"/>
        <w:jc w:val="center"/>
        <w:rPr>
          <w:rFonts w:ascii="TH Niramit AS" w:hAnsi="TH Niramit AS" w:cs="TH Niramit AS"/>
          <w:b/>
          <w:bCs/>
          <w:cs/>
        </w:rPr>
      </w:pPr>
      <w:r w:rsidRPr="00906E81">
        <w:rPr>
          <w:rFonts w:ascii="TH Niramit AS" w:hAnsi="TH Niramit AS" w:cs="TH Niramit AS"/>
          <w:b/>
          <w:bCs/>
          <w:cs/>
        </w:rPr>
        <w:t>รายละเอียดเกี่ยวกับวัน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Pr="00906E81">
        <w:rPr>
          <w:rFonts w:ascii="TH Niramit AS" w:hAnsi="TH Niramit AS" w:cs="TH Niramit AS"/>
          <w:b/>
          <w:bCs/>
          <w:cs/>
        </w:rPr>
        <w:t xml:space="preserve"> เวลา</w:t>
      </w:r>
      <w:r>
        <w:rPr>
          <w:rFonts w:ascii="TH Niramit AS" w:hAnsi="TH Niramit AS" w:cs="TH Niramit AS"/>
          <w:b/>
          <w:bCs/>
          <w:cs/>
        </w:rPr>
        <w:t xml:space="preserve"> </w:t>
      </w:r>
      <w:r w:rsidRPr="00906E81">
        <w:rPr>
          <w:rFonts w:ascii="TH Niramit AS" w:hAnsi="TH Niramit AS" w:cs="TH Niramit AS"/>
          <w:b/>
          <w:bCs/>
          <w:cs/>
        </w:rPr>
        <w:t xml:space="preserve"> </w:t>
      </w:r>
      <w:r>
        <w:rPr>
          <w:rFonts w:ascii="TH Niramit AS" w:hAnsi="TH Niramit AS" w:cs="TH Niramit AS"/>
          <w:b/>
          <w:bCs/>
          <w:cs/>
        </w:rPr>
        <w:t xml:space="preserve"> และสถานที่สอบ รายละเอียดวิชาสอบ</w:t>
      </w:r>
    </w:p>
    <w:p w:rsidR="008F2649" w:rsidRDefault="008F2649" w:rsidP="003170FF">
      <w:pPr>
        <w:pStyle w:val="BodyText"/>
        <w:jc w:val="center"/>
        <w:rPr>
          <w:rFonts w:ascii="TH Niramit AS" w:hAnsi="TH Niramit AS" w:cs="TH Niramit AS"/>
          <w:b/>
          <w:bCs/>
        </w:rPr>
      </w:pPr>
      <w:r w:rsidRPr="00906E81">
        <w:rPr>
          <w:rFonts w:ascii="TH Niramit AS" w:hAnsi="TH Niramit AS" w:cs="TH Niramit AS"/>
          <w:b/>
          <w:bCs/>
          <w:cs/>
        </w:rPr>
        <w:t>แนบท้ายปร</w:t>
      </w:r>
      <w:r>
        <w:rPr>
          <w:rFonts w:ascii="TH Niramit AS" w:hAnsi="TH Niramit AS" w:cs="TH Niramit AS"/>
          <w:b/>
          <w:bCs/>
          <w:cs/>
        </w:rPr>
        <w:t>ะกาศองค์การบริหารส่วนตำบลดอนตรอ</w:t>
      </w:r>
      <w:r w:rsidRPr="00906E81">
        <w:rPr>
          <w:rFonts w:ascii="TH Niramit AS" w:hAnsi="TH Niramit AS" w:cs="TH Niramit AS"/>
          <w:b/>
          <w:bCs/>
          <w:cs/>
        </w:rPr>
        <w:t xml:space="preserve">  ลงวันที่ </w:t>
      </w:r>
      <w:r>
        <w:rPr>
          <w:rFonts w:ascii="TH Niramit AS" w:hAnsi="TH Niramit AS" w:cs="TH Niramit AS"/>
          <w:b/>
          <w:bCs/>
          <w:cs/>
        </w:rPr>
        <w:t xml:space="preserve"> ๒๗  เมษายน  ๒๕๕๕</w:t>
      </w:r>
    </w:p>
    <w:p w:rsidR="008F2649" w:rsidRDefault="008F2649" w:rsidP="003170FF">
      <w:pPr>
        <w:pStyle w:val="BodyText"/>
        <w:jc w:val="center"/>
        <w:rPr>
          <w:rFonts w:ascii="TH Niramit AS" w:hAnsi="TH Niramit AS" w:cs="TH Niramit AS"/>
          <w:b/>
          <w:bCs/>
        </w:rPr>
      </w:pPr>
    </w:p>
    <w:p w:rsidR="008F2649" w:rsidRPr="00906E81" w:rsidRDefault="008F2649" w:rsidP="003170FF">
      <w:pPr>
        <w:pStyle w:val="BodyText"/>
        <w:ind w:left="-567"/>
        <w:rPr>
          <w:rFonts w:ascii="TH Niramit AS" w:hAnsi="TH Niramit AS" w:cs="TH Niramit AS"/>
          <w:b/>
          <w:bCs/>
          <w:cs/>
        </w:rPr>
      </w:pPr>
      <w:r w:rsidRPr="00295B01">
        <w:rPr>
          <w:rFonts w:ascii="TH Niramit AS" w:hAnsi="TH Niramit AS" w:cs="TH Niramit AS"/>
          <w:b/>
          <w:bCs/>
          <w:u w:val="single"/>
          <w:cs/>
        </w:rPr>
        <w:t>วิชาสอบ</w:t>
      </w:r>
      <w:r>
        <w:rPr>
          <w:rFonts w:ascii="TH Niramit AS" w:hAnsi="TH Niramit AS" w:cs="TH Niramit AS"/>
          <w:b/>
          <w:bCs/>
          <w:cs/>
        </w:rPr>
        <w:t xml:space="preserve">  ความเหมาะสมกับตำแหน่ง (สอบสัมภาษณ์) คะแนนเต็ม ๑๐๐ คะแนน</w:t>
      </w:r>
    </w:p>
    <w:tbl>
      <w:tblPr>
        <w:tblW w:w="10665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9"/>
        <w:gridCol w:w="2693"/>
        <w:gridCol w:w="3129"/>
        <w:gridCol w:w="2683"/>
        <w:gridCol w:w="851"/>
      </w:tblGrid>
      <w:tr w:rsidR="008F2649" w:rsidRPr="002E3AEE" w:rsidTr="00727556">
        <w:tc>
          <w:tcPr>
            <w:tcW w:w="1309" w:type="dxa"/>
          </w:tcPr>
          <w:p w:rsidR="008F2649" w:rsidRPr="002E3AEE" w:rsidRDefault="008F2649" w:rsidP="003170FF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E3AE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เลขประจำตัวสอบ</w:t>
            </w:r>
          </w:p>
        </w:tc>
        <w:tc>
          <w:tcPr>
            <w:tcW w:w="2693" w:type="dxa"/>
          </w:tcPr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ชื่อ - สกุล</w:t>
            </w:r>
          </w:p>
        </w:tc>
        <w:tc>
          <w:tcPr>
            <w:tcW w:w="3129" w:type="dxa"/>
          </w:tcPr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วัน เวลา และสถานที่สอบ</w:t>
            </w:r>
          </w:p>
        </w:tc>
        <w:tc>
          <w:tcPr>
            <w:tcW w:w="2683" w:type="dxa"/>
          </w:tcPr>
          <w:p w:rsidR="008F2649" w:rsidRPr="002E3AEE" w:rsidRDefault="008F2649" w:rsidP="00295B01">
            <w:pPr>
              <w:pStyle w:val="BodyText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b/>
                <w:bCs/>
                <w:cs/>
              </w:rPr>
              <w:t>รายละเอียดวิชาสอบ</w:t>
            </w:r>
          </w:p>
        </w:tc>
        <w:tc>
          <w:tcPr>
            <w:tcW w:w="851" w:type="dxa"/>
          </w:tcPr>
          <w:p w:rsidR="008F2649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หมา</w:t>
            </w:r>
            <w:r>
              <w:rPr>
                <w:rFonts w:ascii="TH Niramit AS" w:hAnsi="TH Niramit AS" w:cs="TH Niramit AS"/>
                <w:b/>
                <w:bCs/>
                <w:cs/>
              </w:rPr>
              <w:t>ย</w:t>
            </w:r>
          </w:p>
          <w:p w:rsidR="008F2649" w:rsidRPr="002E3AEE" w:rsidRDefault="008F2649" w:rsidP="00295B01">
            <w:pPr>
              <w:pStyle w:val="BodyText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b/>
                <w:bCs/>
                <w:cs/>
              </w:rPr>
              <w:t xml:space="preserve">   เหตุ</w:t>
            </w:r>
          </w:p>
        </w:tc>
      </w:tr>
      <w:tr w:rsidR="008F2649" w:rsidRPr="002E3AEE" w:rsidTr="00727556">
        <w:trPr>
          <w:trHeight w:val="2499"/>
        </w:trPr>
        <w:tc>
          <w:tcPr>
            <w:tcW w:w="1309" w:type="dxa"/>
          </w:tcPr>
          <w:p w:rsidR="008F2649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๐๐๐๐๐๑</w:t>
            </w:r>
          </w:p>
          <w:p w:rsidR="008F2649" w:rsidRDefault="008F2649" w:rsidP="003170FF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๐๐๐๐๐๒</w:t>
            </w:r>
          </w:p>
          <w:p w:rsidR="008F2649" w:rsidRDefault="008F2649" w:rsidP="003170FF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๐๐๐๐๐๓</w:t>
            </w:r>
          </w:p>
          <w:p w:rsidR="008F2649" w:rsidRDefault="008F2649" w:rsidP="003170FF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๐๐๐๐๐๔</w:t>
            </w:r>
          </w:p>
          <w:p w:rsidR="008F2649" w:rsidRDefault="008F2649" w:rsidP="003170FF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๐๐๐๐๐๕</w:t>
            </w:r>
          </w:p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</w:rPr>
            </w:pPr>
          </w:p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</w:rPr>
            </w:pPr>
          </w:p>
        </w:tc>
        <w:tc>
          <w:tcPr>
            <w:tcW w:w="2693" w:type="dxa"/>
          </w:tcPr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 xml:space="preserve">นายพงศ์กฤษ  ช่วยเชื้อ </w:t>
            </w:r>
          </w:p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นายสันติเวช บุญล้ำ</w:t>
            </w:r>
          </w:p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นายมุกดา  ปลอดอินทร์</w:t>
            </w:r>
          </w:p>
          <w:p w:rsidR="008F2649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</w:t>
            </w:r>
            <w:r>
              <w:rPr>
                <w:rFonts w:ascii="TH Niramit AS" w:hAnsi="TH Niramit AS" w:cs="TH Niramit AS"/>
                <w:cs/>
              </w:rPr>
              <w:t>มนตรี  สุขเกื้อ</w:t>
            </w:r>
          </w:p>
          <w:p w:rsidR="008F2649" w:rsidRPr="002E3AEE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นายอนุสรณ์ สอนตาง</w:t>
            </w:r>
          </w:p>
        </w:tc>
        <w:tc>
          <w:tcPr>
            <w:tcW w:w="3129" w:type="dxa"/>
          </w:tcPr>
          <w:p w:rsidR="008F2649" w:rsidRPr="002E3AEE" w:rsidRDefault="008F2649" w:rsidP="003170FF">
            <w:pPr>
              <w:pStyle w:val="BodyText"/>
              <w:ind w:right="-240"/>
              <w:rPr>
                <w:rFonts w:ascii="TH Niramit AS" w:hAnsi="TH Niramit AS" w:cs="TH Niramit AS"/>
              </w:rPr>
            </w:pPr>
            <w:r w:rsidRPr="002E3AEE">
              <w:rPr>
                <w:rFonts w:ascii="TH Niramit AS" w:hAnsi="TH Niramit AS" w:cs="TH Niramit AS"/>
                <w:cs/>
              </w:rPr>
              <w:t xml:space="preserve">สอบวันที่ </w:t>
            </w:r>
            <w:r>
              <w:rPr>
                <w:rFonts w:ascii="TH Niramit AS" w:hAnsi="TH Niramit AS" w:cs="TH Niramit AS"/>
                <w:cs/>
              </w:rPr>
              <w:t xml:space="preserve">๘ พฤษภาคม </w:t>
            </w:r>
            <w:r w:rsidRPr="002E3AEE">
              <w:rPr>
                <w:rFonts w:ascii="TH Niramit AS" w:hAnsi="TH Niramit AS" w:cs="TH Niramit AS"/>
                <w:cs/>
              </w:rPr>
              <w:t xml:space="preserve"> ๒๕๕๕  </w:t>
            </w:r>
          </w:p>
          <w:p w:rsidR="008F2649" w:rsidRDefault="008F2649" w:rsidP="003170FF">
            <w:pPr>
              <w:pStyle w:val="BodyText"/>
              <w:ind w:right="-98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เวลา </w:t>
            </w:r>
            <w:r w:rsidRPr="002E3AEE">
              <w:rPr>
                <w:rFonts w:ascii="TH Niramit AS" w:hAnsi="TH Niramit AS" w:cs="TH Niramit AS"/>
                <w:cs/>
              </w:rPr>
              <w:t>๐๙.๐๐</w:t>
            </w:r>
            <w:r>
              <w:rPr>
                <w:rFonts w:ascii="TH Niramit AS" w:hAnsi="TH Niramit AS" w:cs="TH Niramit AS"/>
                <w:cs/>
              </w:rPr>
              <w:t>-๑๒.๐๐น</w:t>
            </w:r>
            <w:r w:rsidRPr="002E3AEE">
              <w:rPr>
                <w:rFonts w:ascii="TH Niramit AS" w:hAnsi="TH Niramit AS" w:cs="TH Niramit AS"/>
                <w:cs/>
              </w:rPr>
              <w:t xml:space="preserve"> </w:t>
            </w:r>
          </w:p>
          <w:p w:rsidR="008F2649" w:rsidRPr="002E3AEE" w:rsidRDefault="008F2649" w:rsidP="003170FF">
            <w:pPr>
              <w:pStyle w:val="BodyText"/>
              <w:ind w:right="-98"/>
              <w:rPr>
                <w:rFonts w:ascii="TH Niramit AS" w:hAnsi="TH Niramit AS" w:cs="TH Niramit AS"/>
              </w:rPr>
            </w:pPr>
            <w:r w:rsidRPr="002E3AEE">
              <w:rPr>
                <w:rFonts w:ascii="TH Niramit AS" w:hAnsi="TH Niramit AS" w:cs="TH Niramit AS"/>
                <w:cs/>
              </w:rPr>
              <w:t>ณ  ห้องประชุมองค์ก</w:t>
            </w:r>
            <w:r>
              <w:rPr>
                <w:rFonts w:ascii="TH Niramit AS" w:hAnsi="TH Niramit AS" w:cs="TH Niramit AS"/>
                <w:cs/>
              </w:rPr>
              <w:t>ารบริหารส่วนตำบลดอนตรอ</w:t>
            </w:r>
            <w:r w:rsidRPr="002E3AEE">
              <w:rPr>
                <w:rFonts w:ascii="TH Niramit AS" w:hAnsi="TH Niramit AS" w:cs="TH Niramit AS"/>
                <w:cs/>
              </w:rPr>
              <w:t xml:space="preserve"> (ชั้น ๒)</w:t>
            </w:r>
          </w:p>
        </w:tc>
        <w:tc>
          <w:tcPr>
            <w:tcW w:w="2683" w:type="dxa"/>
          </w:tcPr>
          <w:p w:rsidR="008F2649" w:rsidRPr="002E3AEE" w:rsidRDefault="008F2649" w:rsidP="00295B01">
            <w:pPr>
              <w:pStyle w:val="BodyText"/>
              <w:jc w:val="thaiDistribute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สอบสัมภาษณ์เกี่ยวกับประวัติส่วนตัว ประวัติการศึกษา ประวัติและประสบการณ์การทำงาน  ความรู้ในการปฏิบัติหน้าที่ ความรู้ความสามารถด้านอื่นที่ช่วยเสริมในการปฏิบัติงาน  ท่วงท่าวาจา อุปนิสัย ทัศนคติ จริยธรรม คุณธรรม สภาพความพร้อมของร่างกาย การปรับตัวเข้ากับสิ่งแวดล้อมและการแก้ไขปัญหาเฉพาะหน้า </w:t>
            </w:r>
          </w:p>
        </w:tc>
        <w:tc>
          <w:tcPr>
            <w:tcW w:w="851" w:type="dxa"/>
          </w:tcPr>
          <w:p w:rsidR="008F2649" w:rsidRPr="002E3AEE" w:rsidRDefault="008F2649" w:rsidP="008C7DB0">
            <w:pPr>
              <w:pStyle w:val="BodyText"/>
              <w:rPr>
                <w:rFonts w:ascii="TH Niramit AS" w:hAnsi="TH Niramit AS" w:cs="TH Niramit AS"/>
              </w:rPr>
            </w:pPr>
          </w:p>
        </w:tc>
      </w:tr>
    </w:tbl>
    <w:p w:rsidR="008F2649" w:rsidRPr="00690C74" w:rsidRDefault="008F2649" w:rsidP="00295B01">
      <w:pPr>
        <w:pStyle w:val="BodyText"/>
        <w:rPr>
          <w:rFonts w:ascii="TH Niramit AS" w:hAnsi="TH Niramit AS" w:cs="TH Niramit AS"/>
        </w:rPr>
      </w:pPr>
    </w:p>
    <w:p w:rsidR="008F2649" w:rsidRPr="00690C74" w:rsidRDefault="008F2649" w:rsidP="00295B01">
      <w:pPr>
        <w:pStyle w:val="BodyText"/>
        <w:ind w:left="-567"/>
        <w:rPr>
          <w:rFonts w:ascii="TH Niramit AS" w:hAnsi="TH Niramit AS" w:cs="TH Niramit AS"/>
          <w:cs/>
        </w:rPr>
      </w:pPr>
      <w:r w:rsidRPr="00690C74">
        <w:rPr>
          <w:rFonts w:ascii="TH Niramit AS" w:hAnsi="TH Niramit AS" w:cs="TH Niramit AS"/>
          <w:b/>
          <w:bCs/>
          <w:u w:val="single"/>
          <w:cs/>
        </w:rPr>
        <w:t>วิชาสอบ</w:t>
      </w:r>
      <w:r w:rsidRPr="00690C74">
        <w:rPr>
          <w:rFonts w:ascii="TH Niramit AS" w:hAnsi="TH Niramit AS" w:cs="TH Niramit AS"/>
          <w:cs/>
        </w:rPr>
        <w:t xml:space="preserve"> </w:t>
      </w:r>
      <w:r w:rsidRPr="00690C74">
        <w:rPr>
          <w:rFonts w:ascii="TH Niramit AS" w:hAnsi="TH Niramit AS" w:cs="TH Niramit AS"/>
          <w:b/>
          <w:bCs/>
          <w:cs/>
        </w:rPr>
        <w:t xml:space="preserve">ทดลองตัวอย่างงาน  คะแนนเต็ม ๑๐๐ คะแนน </w:t>
      </w:r>
    </w:p>
    <w:tbl>
      <w:tblPr>
        <w:tblW w:w="10665" w:type="dxa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09"/>
        <w:gridCol w:w="2693"/>
        <w:gridCol w:w="3129"/>
        <w:gridCol w:w="2683"/>
        <w:gridCol w:w="851"/>
      </w:tblGrid>
      <w:tr w:rsidR="008F2649" w:rsidRPr="002E3AEE" w:rsidTr="00727556">
        <w:tc>
          <w:tcPr>
            <w:tcW w:w="1309" w:type="dxa"/>
          </w:tcPr>
          <w:p w:rsidR="008F2649" w:rsidRPr="002E3AEE" w:rsidRDefault="008F2649" w:rsidP="008C7DB0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  <w:b/>
                <w:bCs/>
                <w:sz w:val="28"/>
                <w:szCs w:val="28"/>
              </w:rPr>
            </w:pPr>
            <w:r w:rsidRPr="002E3AEE">
              <w:rPr>
                <w:rFonts w:ascii="TH Niramit AS" w:hAnsi="TH Niramit AS" w:cs="TH Niramit AS"/>
                <w:b/>
                <w:bCs/>
                <w:sz w:val="28"/>
                <w:szCs w:val="28"/>
                <w:cs/>
              </w:rPr>
              <w:t>เลขประจำตัวสอบ</w:t>
            </w:r>
          </w:p>
        </w:tc>
        <w:tc>
          <w:tcPr>
            <w:tcW w:w="2693" w:type="dxa"/>
          </w:tcPr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ชื่อ - สกุล</w:t>
            </w:r>
          </w:p>
        </w:tc>
        <w:tc>
          <w:tcPr>
            <w:tcW w:w="3129" w:type="dxa"/>
          </w:tcPr>
          <w:p w:rsidR="008F2649" w:rsidRPr="002E3AEE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วัน เวลา และสถานที่สอบ</w:t>
            </w:r>
          </w:p>
        </w:tc>
        <w:tc>
          <w:tcPr>
            <w:tcW w:w="2683" w:type="dxa"/>
          </w:tcPr>
          <w:p w:rsidR="008F2649" w:rsidRPr="002E3AEE" w:rsidRDefault="008F2649" w:rsidP="008C7DB0">
            <w:pPr>
              <w:pStyle w:val="BodyText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b/>
                <w:bCs/>
                <w:cs/>
              </w:rPr>
              <w:t>รายละเอียดวิชาสอบ</w:t>
            </w:r>
          </w:p>
        </w:tc>
        <w:tc>
          <w:tcPr>
            <w:tcW w:w="851" w:type="dxa"/>
          </w:tcPr>
          <w:p w:rsidR="008F2649" w:rsidRDefault="008F2649" w:rsidP="008C7DB0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  <w:r w:rsidRPr="002E3AEE">
              <w:rPr>
                <w:rFonts w:ascii="TH Niramit AS" w:hAnsi="TH Niramit AS" w:cs="TH Niramit AS"/>
                <w:b/>
                <w:bCs/>
                <w:cs/>
              </w:rPr>
              <w:t>หมา</w:t>
            </w:r>
            <w:r>
              <w:rPr>
                <w:rFonts w:ascii="TH Niramit AS" w:hAnsi="TH Niramit AS" w:cs="TH Niramit AS"/>
                <w:b/>
                <w:bCs/>
                <w:cs/>
              </w:rPr>
              <w:t>ย</w:t>
            </w:r>
          </w:p>
          <w:p w:rsidR="008F2649" w:rsidRPr="002E3AEE" w:rsidRDefault="008F2649" w:rsidP="008C7DB0">
            <w:pPr>
              <w:pStyle w:val="BodyText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b/>
                <w:bCs/>
                <w:cs/>
              </w:rPr>
              <w:t xml:space="preserve">  เหตุ</w:t>
            </w:r>
          </w:p>
        </w:tc>
      </w:tr>
      <w:tr w:rsidR="008F2649" w:rsidRPr="002E3AEE" w:rsidTr="00727556">
        <w:tc>
          <w:tcPr>
            <w:tcW w:w="1309" w:type="dxa"/>
          </w:tcPr>
          <w:p w:rsidR="008F2649" w:rsidRPr="000B6283" w:rsidRDefault="008F2649" w:rsidP="00690C74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๐๐๐๐๐๑</w:t>
            </w:r>
          </w:p>
          <w:p w:rsidR="008F2649" w:rsidRPr="000B6283" w:rsidRDefault="008F2649" w:rsidP="00690C74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๐๐๐๐๐๒</w:t>
            </w:r>
          </w:p>
          <w:p w:rsidR="008F2649" w:rsidRPr="000B6283" w:rsidRDefault="008F2649" w:rsidP="00690C74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๐๐๐๐๐๓</w:t>
            </w:r>
          </w:p>
          <w:p w:rsidR="008F2649" w:rsidRPr="000B6283" w:rsidRDefault="008F2649" w:rsidP="00690C74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๐๐๐๐๐๔</w:t>
            </w:r>
          </w:p>
          <w:p w:rsidR="008F2649" w:rsidRPr="000B6283" w:rsidRDefault="008F2649" w:rsidP="00690C74">
            <w:pPr>
              <w:pStyle w:val="BodyText"/>
              <w:ind w:left="-217" w:right="-108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๐๐๐๐๐๕</w:t>
            </w:r>
          </w:p>
        </w:tc>
        <w:tc>
          <w:tcPr>
            <w:tcW w:w="2693" w:type="dxa"/>
          </w:tcPr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 xml:space="preserve">นายพงศ์กฤษ  ช่วยเชื้อ </w:t>
            </w:r>
          </w:p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นายสันติเวช บุญล้ำ</w:t>
            </w:r>
          </w:p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นายมุกดา  ปลอดอินทร์</w:t>
            </w:r>
          </w:p>
          <w:p w:rsidR="008F2649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นาย</w:t>
            </w:r>
            <w:r>
              <w:rPr>
                <w:rFonts w:ascii="TH Niramit AS" w:hAnsi="TH Niramit AS" w:cs="TH Niramit AS"/>
                <w:cs/>
              </w:rPr>
              <w:t>มนตรี  สุขเกื้อ</w:t>
            </w:r>
          </w:p>
          <w:p w:rsidR="008F2649" w:rsidRPr="000B6283" w:rsidRDefault="008F2649" w:rsidP="000B6283">
            <w:pPr>
              <w:pStyle w:val="BodyText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นายอนุสรณ์ สอนตาง</w:t>
            </w:r>
            <w:r w:rsidRPr="000B6283">
              <w:rPr>
                <w:rFonts w:ascii="TH Niramit AS" w:hAnsi="TH Niramit AS" w:cs="TH Niramit AS"/>
                <w:cs/>
              </w:rPr>
              <w:t xml:space="preserve"> </w:t>
            </w:r>
          </w:p>
        </w:tc>
        <w:tc>
          <w:tcPr>
            <w:tcW w:w="3129" w:type="dxa"/>
          </w:tcPr>
          <w:p w:rsidR="008F2649" w:rsidRPr="000B6283" w:rsidRDefault="008F2649" w:rsidP="00690C74">
            <w:pPr>
              <w:pStyle w:val="BodyText"/>
              <w:jc w:val="center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 xml:space="preserve">สอบวันที่ ๘ พฤษภาคม  ๒๕๕๕  </w:t>
            </w:r>
          </w:p>
          <w:p w:rsidR="008F2649" w:rsidRDefault="008F2649" w:rsidP="002310DC">
            <w:pPr>
              <w:pStyle w:val="BodyText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 xml:space="preserve">เวลา ๑๓.๐๐ น. เป็นต้นไป ณ </w:t>
            </w:r>
          </w:p>
          <w:p w:rsidR="008F2649" w:rsidRPr="000B6283" w:rsidRDefault="008F2649" w:rsidP="002310DC">
            <w:pPr>
              <w:pStyle w:val="BodyText"/>
              <w:rPr>
                <w:rFonts w:ascii="TH Niramit AS" w:hAnsi="TH Niramit AS" w:cs="TH Niramit AS"/>
                <w:b/>
                <w:bCs/>
              </w:rPr>
            </w:pPr>
            <w:r>
              <w:rPr>
                <w:rFonts w:ascii="TH Niramit AS" w:hAnsi="TH Niramit AS" w:cs="TH Niramit AS"/>
                <w:cs/>
              </w:rPr>
              <w:t>ที่ทำการ</w:t>
            </w:r>
            <w:r w:rsidRPr="000B6283">
              <w:rPr>
                <w:rFonts w:ascii="TH Niramit AS" w:hAnsi="TH Niramit AS" w:cs="TH Niramit AS"/>
                <w:cs/>
              </w:rPr>
              <w:t>องค์การบริหารส่วนตำบล</w:t>
            </w:r>
            <w:r>
              <w:rPr>
                <w:rFonts w:ascii="TH Niramit AS" w:hAnsi="TH Niramit AS" w:cs="TH Niramit AS"/>
                <w:cs/>
              </w:rPr>
              <w:t>ดอนตรอ</w:t>
            </w:r>
            <w:r>
              <w:rPr>
                <w:rFonts w:ascii="TH Niramit AS" w:hAnsi="TH Niramit AS" w:cs="TH Niramit AS"/>
                <w:b/>
                <w:bCs/>
                <w:cs/>
              </w:rPr>
              <w:t xml:space="preserve"> </w:t>
            </w:r>
            <w:r w:rsidRPr="00E35472">
              <w:rPr>
                <w:rFonts w:ascii="TH Niramit AS" w:hAnsi="TH Niramit AS" w:cs="TH Niramit AS"/>
                <w:cs/>
              </w:rPr>
              <w:t>และสถานที่จริง</w:t>
            </w:r>
          </w:p>
        </w:tc>
        <w:tc>
          <w:tcPr>
            <w:tcW w:w="2683" w:type="dxa"/>
          </w:tcPr>
          <w:p w:rsidR="008F2649" w:rsidRDefault="008F2649" w:rsidP="00690C74">
            <w:pPr>
              <w:pStyle w:val="BodyText"/>
              <w:ind w:right="-108"/>
              <w:rPr>
                <w:rFonts w:ascii="TH Niramit AS" w:hAnsi="TH Niramit AS" w:cs="TH Niramit AS"/>
              </w:rPr>
            </w:pPr>
            <w:r w:rsidRPr="000B6283">
              <w:rPr>
                <w:rFonts w:ascii="TH Niramit AS" w:hAnsi="TH Niramit AS" w:cs="TH Niramit AS"/>
                <w:cs/>
              </w:rPr>
              <w:t>ทดสอบการปฏิบัติงานจริง</w:t>
            </w:r>
          </w:p>
          <w:p w:rsidR="008F2649" w:rsidRDefault="008F2649" w:rsidP="00690C74">
            <w:pPr>
              <w:pStyle w:val="BodyText"/>
              <w:ind w:right="-108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ตามที่คณะกรรมการสรรหา</w:t>
            </w:r>
          </w:p>
          <w:p w:rsidR="008F2649" w:rsidRPr="000B6283" w:rsidRDefault="008F2649" w:rsidP="00690C74">
            <w:pPr>
              <w:pStyle w:val="BodyText"/>
              <w:ind w:right="-108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/>
                <w:cs/>
              </w:rPr>
              <w:t>และเลือกสรรกำหนด</w:t>
            </w:r>
          </w:p>
        </w:tc>
        <w:tc>
          <w:tcPr>
            <w:tcW w:w="851" w:type="dxa"/>
          </w:tcPr>
          <w:p w:rsidR="008F2649" w:rsidRPr="00690C74" w:rsidRDefault="008F2649" w:rsidP="00690C74">
            <w:pPr>
              <w:pStyle w:val="BodyText"/>
              <w:jc w:val="center"/>
              <w:rPr>
                <w:rFonts w:ascii="TH Niramit AS" w:hAnsi="TH Niramit AS" w:cs="TH Niramit AS"/>
                <w:b/>
                <w:bCs/>
              </w:rPr>
            </w:pPr>
          </w:p>
        </w:tc>
      </w:tr>
    </w:tbl>
    <w:p w:rsidR="008F2649" w:rsidRPr="00797DA3" w:rsidRDefault="008F2649" w:rsidP="004B1138">
      <w:pPr>
        <w:pStyle w:val="BodyText"/>
        <w:jc w:val="center"/>
        <w:rPr>
          <w:rFonts w:ascii="TH Niramit AS" w:hAnsi="TH Niramit AS" w:cs="TH Niramit AS"/>
          <w:b/>
          <w:bCs/>
          <w:sz w:val="40"/>
          <w:szCs w:val="40"/>
          <w:u w:val="single"/>
          <w:cs/>
        </w:rPr>
      </w:pPr>
      <w:r w:rsidRPr="00797DA3">
        <w:rPr>
          <w:rFonts w:ascii="TH Niramit AS" w:hAnsi="TH Niramit AS" w:cs="TH Niramit AS"/>
          <w:b/>
          <w:bCs/>
          <w:sz w:val="40"/>
          <w:szCs w:val="40"/>
          <w:u w:val="single"/>
          <w:cs/>
        </w:rPr>
        <w:t>ผนวก  ข</w:t>
      </w:r>
    </w:p>
    <w:p w:rsidR="008F2649" w:rsidRPr="00367BC8" w:rsidRDefault="008F2649" w:rsidP="004B1138">
      <w:pPr>
        <w:pStyle w:val="BodyText"/>
        <w:jc w:val="center"/>
        <w:rPr>
          <w:rFonts w:ascii="TH Niramit AS" w:hAnsi="TH Niramit AS" w:cs="TH Niramit AS"/>
          <w:b/>
          <w:bCs/>
          <w:cs/>
        </w:rPr>
      </w:pPr>
      <w:r>
        <w:rPr>
          <w:rFonts w:ascii="TH Niramit AS" w:hAnsi="TH Niramit AS" w:cs="TH Niramit AS"/>
          <w:b/>
          <w:bCs/>
          <w:cs/>
        </w:rPr>
        <w:t>ระเบียบการสอบแข่งขัน</w:t>
      </w:r>
      <w:r w:rsidRPr="00906E81">
        <w:rPr>
          <w:rFonts w:ascii="TH Niramit AS" w:hAnsi="TH Niramit AS" w:cs="TH Niramit AS"/>
          <w:b/>
          <w:bCs/>
          <w:cs/>
        </w:rPr>
        <w:t>บุคคลเป็นพนักงานจ้าง</w:t>
      </w:r>
      <w:r>
        <w:rPr>
          <w:rFonts w:ascii="TH Niramit AS" w:hAnsi="TH Niramit AS" w:cs="TH Niramit AS"/>
          <w:b/>
          <w:bCs/>
          <w:cs/>
        </w:rPr>
        <w:t>ทั่วไป</w:t>
      </w:r>
      <w:r w:rsidRPr="00906E81">
        <w:rPr>
          <w:rFonts w:ascii="TH Niramit AS" w:hAnsi="TH Niramit AS" w:cs="TH Niramit AS"/>
          <w:b/>
          <w:bCs/>
          <w:cs/>
        </w:rPr>
        <w:t xml:space="preserve">  </w:t>
      </w:r>
      <w:r>
        <w:rPr>
          <w:rFonts w:ascii="TH Niramit AS" w:hAnsi="TH Niramit AS" w:cs="TH Niramit AS"/>
          <w:b/>
          <w:bCs/>
        </w:rPr>
        <w:t xml:space="preserve"> </w:t>
      </w:r>
      <w:r>
        <w:rPr>
          <w:rFonts w:ascii="TH Niramit AS" w:hAnsi="TH Niramit AS" w:cs="TH Niramit AS"/>
          <w:b/>
          <w:bCs/>
          <w:cs/>
        </w:rPr>
        <w:t>ตำแหน่ง พนักงานผลิตน้ำประปา</w:t>
      </w:r>
      <w:r w:rsidRPr="00367BC8">
        <w:rPr>
          <w:rFonts w:ascii="TH Niramit AS" w:hAnsi="TH Niramit AS" w:cs="TH Niramit AS"/>
          <w:b/>
          <w:bCs/>
          <w:cs/>
        </w:rPr>
        <w:t xml:space="preserve">  </w:t>
      </w:r>
    </w:p>
    <w:p w:rsidR="008F2649" w:rsidRDefault="008F2649" w:rsidP="000B6283">
      <w:pPr>
        <w:pStyle w:val="BodyText"/>
        <w:jc w:val="center"/>
        <w:rPr>
          <w:rFonts w:ascii="TH Niramit AS" w:hAnsi="TH Niramit AS" w:cs="TH Niramit AS"/>
          <w:b/>
          <w:bCs/>
        </w:rPr>
      </w:pPr>
      <w:r w:rsidRPr="00906E81">
        <w:rPr>
          <w:rFonts w:ascii="TH Niramit AS" w:hAnsi="TH Niramit AS" w:cs="TH Niramit AS"/>
          <w:b/>
          <w:bCs/>
          <w:cs/>
        </w:rPr>
        <w:t>แนบท้ายปร</w:t>
      </w:r>
      <w:r>
        <w:rPr>
          <w:rFonts w:ascii="TH Niramit AS" w:hAnsi="TH Niramit AS" w:cs="TH Niramit AS"/>
          <w:b/>
          <w:bCs/>
          <w:cs/>
        </w:rPr>
        <w:t>ะกาศองค์การบริหารส่วนตำบลดอนตรอ</w:t>
      </w:r>
      <w:r w:rsidRPr="00906E81">
        <w:rPr>
          <w:rFonts w:ascii="TH Niramit AS" w:hAnsi="TH Niramit AS" w:cs="TH Niramit AS"/>
          <w:b/>
          <w:bCs/>
          <w:cs/>
        </w:rPr>
        <w:t xml:space="preserve">  ลงวันที่ </w:t>
      </w:r>
      <w:r>
        <w:rPr>
          <w:rFonts w:ascii="TH Niramit AS" w:hAnsi="TH Niramit AS" w:cs="TH Niramit AS"/>
          <w:b/>
          <w:bCs/>
          <w:cs/>
        </w:rPr>
        <w:t xml:space="preserve"> ๒๗  เมษายน  ๒๕๕๕</w:t>
      </w:r>
    </w:p>
    <w:p w:rsidR="008F2649" w:rsidRDefault="008F2649" w:rsidP="004B1138">
      <w:pPr>
        <w:pStyle w:val="BodyText"/>
        <w:rPr>
          <w:rFonts w:ascii="TH Niramit AS" w:hAnsi="TH Niramit AS" w:cs="TH Niramit AS"/>
          <w:b/>
          <w:bCs/>
        </w:rPr>
      </w:pPr>
    </w:p>
    <w:p w:rsidR="008F2649" w:rsidRPr="00367BC8" w:rsidRDefault="008F2649" w:rsidP="004B1138">
      <w:pPr>
        <w:pStyle w:val="BodyText"/>
        <w:rPr>
          <w:rFonts w:ascii="TH Niramit AS" w:hAnsi="TH Niramit AS" w:cs="TH Niramit AS"/>
          <w:b/>
          <w:bCs/>
        </w:rPr>
      </w:pPr>
      <w:r w:rsidRPr="00367BC8">
        <w:rPr>
          <w:rFonts w:ascii="TH Niramit AS" w:hAnsi="TH Niramit AS" w:cs="TH Niramit AS"/>
          <w:b/>
          <w:bCs/>
          <w:cs/>
        </w:rPr>
        <w:t xml:space="preserve">๑. ระเบียบเกี่ยวกับการสอบคัดเลือก  ผู้เข้าสอบคัดเลือกต้องปฏิบัติตามระเบียบ  วิธีการสอบ </w:t>
      </w:r>
    </w:p>
    <w:p w:rsidR="008F2649" w:rsidRPr="00367BC8" w:rsidRDefault="008F2649" w:rsidP="004B1138">
      <w:pPr>
        <w:pStyle w:val="BodyText"/>
        <w:rPr>
          <w:rFonts w:ascii="TH Niramit AS" w:hAnsi="TH Niramit AS" w:cs="TH Niramit AS"/>
          <w:b/>
          <w:bCs/>
          <w:cs/>
        </w:rPr>
      </w:pPr>
      <w:r w:rsidRPr="00367BC8">
        <w:rPr>
          <w:rFonts w:ascii="TH Niramit AS" w:hAnsi="TH Niramit AS" w:cs="TH Niramit AS"/>
          <w:b/>
          <w:bCs/>
        </w:rPr>
        <w:t xml:space="preserve">    </w:t>
      </w:r>
      <w:r w:rsidRPr="00367BC8">
        <w:rPr>
          <w:rFonts w:ascii="TH Niramit AS" w:hAnsi="TH Niramit AS" w:cs="TH Niramit AS"/>
          <w:b/>
          <w:bCs/>
          <w:cs/>
        </w:rPr>
        <w:t>คัดเลือกอย่างเคร่งครัด  ดังนี้</w:t>
      </w:r>
    </w:p>
    <w:p w:rsidR="008F2649" w:rsidRPr="00177B10" w:rsidRDefault="008F2649" w:rsidP="004B1138">
      <w:pPr>
        <w:pStyle w:val="BodyText"/>
        <w:jc w:val="thaiDistribute"/>
        <w:rPr>
          <w:rFonts w:ascii="TH Niramit AS" w:hAnsi="TH Niramit AS" w:cs="TH Niramit AS"/>
        </w:rPr>
      </w:pPr>
      <w:r w:rsidRPr="00367BC8">
        <w:rPr>
          <w:rFonts w:ascii="TH Niramit AS" w:hAnsi="TH Niramit AS" w:cs="TH Niramit AS"/>
          <w:b/>
          <w:bCs/>
          <w:cs/>
        </w:rPr>
        <w:tab/>
      </w:r>
      <w:r w:rsidRPr="00177B10">
        <w:rPr>
          <w:rFonts w:ascii="TH Niramit AS" w:hAnsi="TH Niramit AS" w:cs="TH Niramit AS"/>
          <w:cs/>
        </w:rPr>
        <w:t>๑.๑ การสอบคัดเลือกจะดำเนินการสอบตามที่กำหนดไว้ในหลักสูตรและวิธีการสอบ  และให้ผู้เข้าสอบปฏิบัติตามคำสั่ง  ระเบียบ  และวิธีการสอบตามที่กำหนดไว้</w:t>
      </w:r>
    </w:p>
    <w:p w:rsidR="008F2649" w:rsidRPr="00177B10" w:rsidRDefault="008F2649" w:rsidP="004B1138">
      <w:pPr>
        <w:pStyle w:val="BodyText"/>
        <w:rPr>
          <w:rFonts w:ascii="TH Niramit AS" w:hAnsi="TH Niramit AS" w:cs="TH Niramit AS"/>
        </w:rPr>
      </w:pPr>
      <w:r w:rsidRPr="00177B10">
        <w:rPr>
          <w:rFonts w:ascii="TH Niramit AS" w:hAnsi="TH Niramit AS" w:cs="TH Niramit AS"/>
          <w:cs/>
        </w:rPr>
        <w:tab/>
        <w:t>๑.๒ ให้ผู้เข้าสอบคัดเลือกปฏิบัติตามระเบียบ  ดังนี้</w:t>
      </w:r>
    </w:p>
    <w:p w:rsidR="008F2649" w:rsidRDefault="008F2649" w:rsidP="004B1138">
      <w:pPr>
        <w:pStyle w:val="BodyText"/>
        <w:jc w:val="thaiDistribute"/>
        <w:rPr>
          <w:rFonts w:ascii="TH Niramit AS" w:hAnsi="TH Niramit AS" w:cs="TH Niramit AS"/>
          <w:b/>
          <w:bCs/>
        </w:rPr>
      </w:pPr>
      <w:r>
        <w:rPr>
          <w:rFonts w:ascii="TH SarabunPSK" w:hAnsi="TH SarabunPSK" w:cs="TH SarabunPSK"/>
          <w:cs/>
        </w:rPr>
        <w:tab/>
        <w:t xml:space="preserve">       </w:t>
      </w:r>
      <w:r w:rsidRPr="00177B10">
        <w:rPr>
          <w:rFonts w:ascii="TH Niramit AS" w:hAnsi="TH Niramit AS" w:cs="TH Niramit AS"/>
          <w:cs/>
        </w:rPr>
        <w:t>(๑) แต่งกายชุดส</w:t>
      </w:r>
      <w:r>
        <w:rPr>
          <w:rFonts w:ascii="TH Niramit AS" w:hAnsi="TH Niramit AS" w:cs="TH Niramit AS"/>
          <w:cs/>
        </w:rPr>
        <w:t>ุภาพเรียบร้อย</w:t>
      </w:r>
      <w:r w:rsidRPr="00177B10">
        <w:rPr>
          <w:rFonts w:ascii="TH Niramit AS" w:hAnsi="TH Niramit AS" w:cs="TH Niramit AS"/>
          <w:cs/>
        </w:rPr>
        <w:t>ตามประเพณีนิยม  และประพฤติตนเป็นส</w:t>
      </w:r>
      <w:r>
        <w:rPr>
          <w:rFonts w:ascii="TH Niramit AS" w:hAnsi="TH Niramit AS" w:cs="TH Niramit AS"/>
          <w:cs/>
        </w:rPr>
        <w:t>ุ</w:t>
      </w:r>
      <w:r w:rsidRPr="00177B10">
        <w:rPr>
          <w:rFonts w:ascii="TH Niramit AS" w:hAnsi="TH Niramit AS" w:cs="TH Niramit AS"/>
          <w:cs/>
        </w:rPr>
        <w:t xml:space="preserve">ภาพชน  </w:t>
      </w:r>
    </w:p>
    <w:p w:rsidR="008F2649" w:rsidRDefault="008F2649" w:rsidP="00143DEA">
      <w:pPr>
        <w:ind w:left="1140"/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(๒) เป็นหน้าที่ของผู้สมัครสอบจะต้องทราบวัน  เวลา  สถานที่ในการสอบแข่งขัน</w:t>
      </w:r>
    </w:p>
    <w:p w:rsidR="008F2649" w:rsidRDefault="008F2649" w:rsidP="004B1138">
      <w:pPr>
        <w:pStyle w:val="BodyText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ab/>
        <w:t xml:space="preserve">       (๓</w:t>
      </w:r>
      <w:r w:rsidRPr="00177B10">
        <w:rPr>
          <w:rFonts w:ascii="TH Niramit AS" w:hAnsi="TH Niramit AS" w:cs="TH Niramit AS"/>
          <w:cs/>
        </w:rPr>
        <w:t xml:space="preserve">) ผู้เข้าสอบจะต้องไปถึงสถานที่สอบก่อนกำหนดเวลาเข้าสอบ </w:t>
      </w:r>
      <w:r>
        <w:rPr>
          <w:rFonts w:ascii="TH Niramit AS" w:hAnsi="TH Niramit AS" w:cs="TH Niramit AS"/>
          <w:cs/>
        </w:rPr>
        <w:t>๓๐ นาที</w:t>
      </w:r>
      <w:r w:rsidRPr="00177B10">
        <w:rPr>
          <w:rFonts w:ascii="TH Niramit AS" w:hAnsi="TH Niramit AS" w:cs="TH Niramit AS"/>
          <w:cs/>
        </w:rPr>
        <w:t xml:space="preserve"> และจะเข้าห้องสอบ</w:t>
      </w:r>
      <w:r>
        <w:rPr>
          <w:rFonts w:ascii="TH Niramit AS" w:hAnsi="TH Niramit AS" w:cs="TH Niramit AS"/>
          <w:cs/>
        </w:rPr>
        <w:t>สัมภาษณ์</w:t>
      </w:r>
      <w:r w:rsidRPr="00177B10">
        <w:rPr>
          <w:rFonts w:ascii="TH Niramit AS" w:hAnsi="TH Niramit AS" w:cs="TH Niramit AS"/>
          <w:cs/>
        </w:rPr>
        <w:t>ได้</w:t>
      </w:r>
      <w:r>
        <w:rPr>
          <w:rFonts w:ascii="TH Niramit AS" w:hAnsi="TH Niramit AS" w:cs="TH Niramit AS"/>
          <w:cs/>
        </w:rPr>
        <w:t xml:space="preserve">  </w:t>
      </w:r>
      <w:r w:rsidRPr="00177B10">
        <w:rPr>
          <w:rFonts w:ascii="TH Niramit AS" w:hAnsi="TH Niramit AS" w:cs="TH Niramit AS"/>
          <w:cs/>
        </w:rPr>
        <w:t>ก็ต่อเมื่</w:t>
      </w:r>
      <w:r>
        <w:rPr>
          <w:rFonts w:ascii="TH Niramit AS" w:hAnsi="TH Niramit AS" w:cs="TH Niramit AS"/>
          <w:cs/>
        </w:rPr>
        <w:t>อได้รับคำสั่งจากคณะกรรมการสรรหาและเลือกสรรพนักงานจ้าง โดยจะเรียกผู้สมัครสอบเข้าสอบเรียงตามลำดับหมายเลขประจำตัวสอบ</w:t>
      </w:r>
    </w:p>
    <w:p w:rsidR="008F2649" w:rsidRDefault="008F2649" w:rsidP="004B1138">
      <w:pPr>
        <w:pStyle w:val="BodyText"/>
        <w:jc w:val="thaiDistribute"/>
        <w:rPr>
          <w:rFonts w:ascii="TH Niramit AS" w:hAnsi="TH Niramit AS" w:cs="TH Niramit AS"/>
        </w:rPr>
      </w:pPr>
      <w:r>
        <w:rPr>
          <w:rFonts w:ascii="TH Niramit AS" w:hAnsi="TH Niramit AS" w:cs="TH Niramit AS"/>
          <w:cs/>
        </w:rPr>
        <w:t xml:space="preserve">                 (๔) ผู้ใดไม่มาภายในกำหนดวัน  เวลา  และสถานที่ดังกล่าว  ถือว่าสละสิทธิ์และไม่เข้ารับการสอบครั้งนี้</w:t>
      </w:r>
    </w:p>
    <w:p w:rsidR="008F2649" w:rsidRDefault="008F2649" w:rsidP="00037605">
      <w:pPr>
        <w:jc w:val="thaiDistribute"/>
        <w:rPr>
          <w:rFonts w:ascii="TH Niramit AS" w:hAnsi="TH Niramit AS" w:cs="TH Niramit AS"/>
          <w:sz w:val="32"/>
          <w:szCs w:val="32"/>
        </w:rPr>
      </w:pPr>
      <w:r>
        <w:rPr>
          <w:rFonts w:ascii="TH Niramit AS" w:hAnsi="TH Niramit AS" w:cs="TH Niramit AS"/>
          <w:sz w:val="32"/>
          <w:szCs w:val="32"/>
          <w:cs/>
        </w:rPr>
        <w:t xml:space="preserve">                 (๕) ต้องนำบัตรประจำตัวสอบแข่งขันและบัตรประจำตัวประชาชนไปในวันสอบแข่งขันเพื่อใช้แสดงคู่กัน (สิ่งที่ใช้แทนบัตรประจำตัวประชาชนได้ คือ บัตรที่ทางราชการออกให้ซึ่งปรากฏ               เลขประจำตัวประชาชน ๑๓ หลัก  และมีรูปถ่าย  ลายเซ็น,ใบเหลือง (ใบรับรองบัตรประจำตัวประชาชน) หรือใบชมพู (ใบแทนใบรับบัตรประจำตัวประชาชน) </w:t>
      </w:r>
    </w:p>
    <w:p w:rsidR="008F2649" w:rsidRPr="00177B10" w:rsidRDefault="008F2649" w:rsidP="004B1138">
      <w:pPr>
        <w:pStyle w:val="BodyText"/>
        <w:jc w:val="thaiDistribute"/>
        <w:rPr>
          <w:rFonts w:ascii="TH Niramit AS" w:hAnsi="TH Niramit AS" w:cs="TH Niramit AS"/>
        </w:rPr>
      </w:pPr>
      <w:r>
        <w:rPr>
          <w:rFonts w:ascii="TH SarabunPSK" w:hAnsi="TH SarabunPSK" w:cs="TH SarabunPSK"/>
          <w:cs/>
        </w:rPr>
        <w:tab/>
        <w:t xml:space="preserve">       </w:t>
      </w:r>
      <w:r>
        <w:rPr>
          <w:rFonts w:ascii="TH Niramit AS" w:hAnsi="TH Niramit AS" w:cs="TH Niramit AS"/>
          <w:cs/>
        </w:rPr>
        <w:t>(๖</w:t>
      </w:r>
      <w:r w:rsidRPr="00177B10">
        <w:rPr>
          <w:rFonts w:ascii="TH Niramit AS" w:hAnsi="TH Niramit AS" w:cs="TH Niramit AS"/>
          <w:cs/>
        </w:rPr>
        <w:t>) ต้องเชื่อฟังและปฏิบัติตามคำสั่งและคำแนะนำของกร</w:t>
      </w:r>
      <w:r>
        <w:rPr>
          <w:rFonts w:ascii="TH Niramit AS" w:hAnsi="TH Niramit AS" w:cs="TH Niramit AS"/>
          <w:cs/>
        </w:rPr>
        <w:t>รมการสรรหาและเลือกสรร</w:t>
      </w:r>
      <w:r w:rsidRPr="00177B10">
        <w:rPr>
          <w:rFonts w:ascii="TH Niramit AS" w:hAnsi="TH Niramit AS" w:cs="TH Niramit AS"/>
          <w:cs/>
        </w:rPr>
        <w:t xml:space="preserve">โดยเคร่งครัด  </w:t>
      </w:r>
    </w:p>
    <w:p w:rsidR="008F2649" w:rsidRDefault="008F2649" w:rsidP="00143DEA">
      <w:pPr>
        <w:ind w:left="1140"/>
        <w:jc w:val="thaiDistribute"/>
        <w:rPr>
          <w:rFonts w:ascii="TH Niramit AS" w:hAnsi="TH Niramit AS" w:cs="TH Niramit AS"/>
          <w:sz w:val="32"/>
          <w:szCs w:val="32"/>
        </w:rPr>
      </w:pPr>
      <w:r w:rsidRPr="00177B10">
        <w:rPr>
          <w:rFonts w:ascii="TH Niramit AS" w:hAnsi="TH Niramit AS" w:cs="TH Niramit AS"/>
          <w:cs/>
        </w:rPr>
        <w:tab/>
      </w:r>
      <w:r w:rsidRPr="00177B10">
        <w:rPr>
          <w:rFonts w:ascii="TH Niramit AS" w:hAnsi="TH Niramit AS" w:cs="TH Niramit AS"/>
          <w:cs/>
        </w:rPr>
        <w:tab/>
      </w: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p w:rsidR="008F2649" w:rsidRDefault="008F2649" w:rsidP="004E62F2">
      <w:pPr>
        <w:ind w:left="1440"/>
        <w:jc w:val="thaiDistribute"/>
        <w:rPr>
          <w:rFonts w:ascii="TH Niramit AS" w:hAnsi="TH Niramit AS" w:cs="TH Niramit AS"/>
          <w:sz w:val="32"/>
          <w:szCs w:val="32"/>
        </w:rPr>
      </w:pPr>
    </w:p>
    <w:sectPr w:rsidR="008F2649" w:rsidSect="009F50CF">
      <w:pgSz w:w="11906" w:h="16838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4B14"/>
    <w:multiLevelType w:val="multilevel"/>
    <w:tmpl w:val="9A809EB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62F2"/>
    <w:rsid w:val="00001331"/>
    <w:rsid w:val="00002DDB"/>
    <w:rsid w:val="0000439D"/>
    <w:rsid w:val="00004D5A"/>
    <w:rsid w:val="00006609"/>
    <w:rsid w:val="00007DFE"/>
    <w:rsid w:val="000132D2"/>
    <w:rsid w:val="000139A2"/>
    <w:rsid w:val="000145BD"/>
    <w:rsid w:val="00021746"/>
    <w:rsid w:val="00024300"/>
    <w:rsid w:val="00030E5B"/>
    <w:rsid w:val="00037605"/>
    <w:rsid w:val="000450FD"/>
    <w:rsid w:val="000539D5"/>
    <w:rsid w:val="00056519"/>
    <w:rsid w:val="00056D49"/>
    <w:rsid w:val="00060E25"/>
    <w:rsid w:val="00063415"/>
    <w:rsid w:val="00065E28"/>
    <w:rsid w:val="00094EEE"/>
    <w:rsid w:val="00096E70"/>
    <w:rsid w:val="000A127E"/>
    <w:rsid w:val="000A2792"/>
    <w:rsid w:val="000A27A3"/>
    <w:rsid w:val="000A6609"/>
    <w:rsid w:val="000B0170"/>
    <w:rsid w:val="000B0D2B"/>
    <w:rsid w:val="000B1CA9"/>
    <w:rsid w:val="000B2856"/>
    <w:rsid w:val="000B447B"/>
    <w:rsid w:val="000B6283"/>
    <w:rsid w:val="000C0F62"/>
    <w:rsid w:val="000C78C7"/>
    <w:rsid w:val="000D3260"/>
    <w:rsid w:val="000D410C"/>
    <w:rsid w:val="000D557D"/>
    <w:rsid w:val="000E7DCA"/>
    <w:rsid w:val="000F08CA"/>
    <w:rsid w:val="000F16B0"/>
    <w:rsid w:val="001023B0"/>
    <w:rsid w:val="00105FDF"/>
    <w:rsid w:val="0010656A"/>
    <w:rsid w:val="00106D01"/>
    <w:rsid w:val="00107889"/>
    <w:rsid w:val="00111601"/>
    <w:rsid w:val="00111AF2"/>
    <w:rsid w:val="00125E2E"/>
    <w:rsid w:val="00126007"/>
    <w:rsid w:val="00130B6C"/>
    <w:rsid w:val="00132126"/>
    <w:rsid w:val="00134AEF"/>
    <w:rsid w:val="00137EB4"/>
    <w:rsid w:val="001409DB"/>
    <w:rsid w:val="00140CC4"/>
    <w:rsid w:val="00141EE4"/>
    <w:rsid w:val="00143DEA"/>
    <w:rsid w:val="00151260"/>
    <w:rsid w:val="00157644"/>
    <w:rsid w:val="00157977"/>
    <w:rsid w:val="00160FF8"/>
    <w:rsid w:val="001617E2"/>
    <w:rsid w:val="00165276"/>
    <w:rsid w:val="00170AA7"/>
    <w:rsid w:val="00175986"/>
    <w:rsid w:val="00177439"/>
    <w:rsid w:val="00177B10"/>
    <w:rsid w:val="001875CC"/>
    <w:rsid w:val="00187618"/>
    <w:rsid w:val="0019730F"/>
    <w:rsid w:val="001A013B"/>
    <w:rsid w:val="001A1A1F"/>
    <w:rsid w:val="001A7C0D"/>
    <w:rsid w:val="001A7E81"/>
    <w:rsid w:val="001B0314"/>
    <w:rsid w:val="001B2505"/>
    <w:rsid w:val="001B31E2"/>
    <w:rsid w:val="001B7AA9"/>
    <w:rsid w:val="001B7FDD"/>
    <w:rsid w:val="001C2758"/>
    <w:rsid w:val="001C5B92"/>
    <w:rsid w:val="001C79BA"/>
    <w:rsid w:val="001C7E70"/>
    <w:rsid w:val="001D62F0"/>
    <w:rsid w:val="001E7CD4"/>
    <w:rsid w:val="001F45DB"/>
    <w:rsid w:val="001F4F0C"/>
    <w:rsid w:val="00204F0F"/>
    <w:rsid w:val="00220ABE"/>
    <w:rsid w:val="00220E6D"/>
    <w:rsid w:val="002310DC"/>
    <w:rsid w:val="002325B4"/>
    <w:rsid w:val="00241595"/>
    <w:rsid w:val="00241FAD"/>
    <w:rsid w:val="00243D69"/>
    <w:rsid w:val="00253D1F"/>
    <w:rsid w:val="00257463"/>
    <w:rsid w:val="00263EA8"/>
    <w:rsid w:val="00267690"/>
    <w:rsid w:val="0027283A"/>
    <w:rsid w:val="002755C3"/>
    <w:rsid w:val="0027755D"/>
    <w:rsid w:val="002853D5"/>
    <w:rsid w:val="00290788"/>
    <w:rsid w:val="00294096"/>
    <w:rsid w:val="00294DC7"/>
    <w:rsid w:val="00295B01"/>
    <w:rsid w:val="002A03EC"/>
    <w:rsid w:val="002A3ACE"/>
    <w:rsid w:val="002B2800"/>
    <w:rsid w:val="002B4C47"/>
    <w:rsid w:val="002B68BF"/>
    <w:rsid w:val="002B7084"/>
    <w:rsid w:val="002B78F5"/>
    <w:rsid w:val="002C3A9F"/>
    <w:rsid w:val="002D3A4C"/>
    <w:rsid w:val="002D7070"/>
    <w:rsid w:val="002E3AEE"/>
    <w:rsid w:val="002E5C11"/>
    <w:rsid w:val="00302BB8"/>
    <w:rsid w:val="003111C9"/>
    <w:rsid w:val="00312461"/>
    <w:rsid w:val="0031398C"/>
    <w:rsid w:val="0031595C"/>
    <w:rsid w:val="00315CDD"/>
    <w:rsid w:val="003170FF"/>
    <w:rsid w:val="00322B6D"/>
    <w:rsid w:val="00322BB1"/>
    <w:rsid w:val="00327655"/>
    <w:rsid w:val="003311B0"/>
    <w:rsid w:val="003322A1"/>
    <w:rsid w:val="00332711"/>
    <w:rsid w:val="0033505F"/>
    <w:rsid w:val="0033517C"/>
    <w:rsid w:val="0033759A"/>
    <w:rsid w:val="00337C77"/>
    <w:rsid w:val="00342927"/>
    <w:rsid w:val="00344B4D"/>
    <w:rsid w:val="00360AE1"/>
    <w:rsid w:val="00364079"/>
    <w:rsid w:val="0036736A"/>
    <w:rsid w:val="00367579"/>
    <w:rsid w:val="00367BC8"/>
    <w:rsid w:val="003947A1"/>
    <w:rsid w:val="003A6918"/>
    <w:rsid w:val="003A6BD6"/>
    <w:rsid w:val="003B41E0"/>
    <w:rsid w:val="003B5435"/>
    <w:rsid w:val="003C0092"/>
    <w:rsid w:val="003C244B"/>
    <w:rsid w:val="003C3300"/>
    <w:rsid w:val="003C4B35"/>
    <w:rsid w:val="003D0F58"/>
    <w:rsid w:val="003D354C"/>
    <w:rsid w:val="003D4B66"/>
    <w:rsid w:val="003D5790"/>
    <w:rsid w:val="003D5AE3"/>
    <w:rsid w:val="003E7B6F"/>
    <w:rsid w:val="003F117E"/>
    <w:rsid w:val="003F2D32"/>
    <w:rsid w:val="003F3421"/>
    <w:rsid w:val="003F65DB"/>
    <w:rsid w:val="00401199"/>
    <w:rsid w:val="00414657"/>
    <w:rsid w:val="00416C30"/>
    <w:rsid w:val="00427D8B"/>
    <w:rsid w:val="00427FDA"/>
    <w:rsid w:val="00430659"/>
    <w:rsid w:val="00430B0F"/>
    <w:rsid w:val="00432F9F"/>
    <w:rsid w:val="004339EA"/>
    <w:rsid w:val="00433AB0"/>
    <w:rsid w:val="0043402A"/>
    <w:rsid w:val="0043562A"/>
    <w:rsid w:val="004361BD"/>
    <w:rsid w:val="00440067"/>
    <w:rsid w:val="00440C01"/>
    <w:rsid w:val="00441677"/>
    <w:rsid w:val="00444A04"/>
    <w:rsid w:val="00452DB0"/>
    <w:rsid w:val="004536C6"/>
    <w:rsid w:val="0045665C"/>
    <w:rsid w:val="004578AE"/>
    <w:rsid w:val="00462783"/>
    <w:rsid w:val="00464836"/>
    <w:rsid w:val="0047154E"/>
    <w:rsid w:val="0048584E"/>
    <w:rsid w:val="004900DC"/>
    <w:rsid w:val="00490878"/>
    <w:rsid w:val="004A0232"/>
    <w:rsid w:val="004B1138"/>
    <w:rsid w:val="004C11D6"/>
    <w:rsid w:val="004C5319"/>
    <w:rsid w:val="004C562D"/>
    <w:rsid w:val="004D11E4"/>
    <w:rsid w:val="004D44D1"/>
    <w:rsid w:val="004E62F2"/>
    <w:rsid w:val="004F2307"/>
    <w:rsid w:val="004F447A"/>
    <w:rsid w:val="004F5FB4"/>
    <w:rsid w:val="00502C75"/>
    <w:rsid w:val="0050607E"/>
    <w:rsid w:val="00521EE7"/>
    <w:rsid w:val="005240E9"/>
    <w:rsid w:val="00526563"/>
    <w:rsid w:val="00527853"/>
    <w:rsid w:val="00534C84"/>
    <w:rsid w:val="00543320"/>
    <w:rsid w:val="005550BF"/>
    <w:rsid w:val="00560C23"/>
    <w:rsid w:val="00563121"/>
    <w:rsid w:val="0056758A"/>
    <w:rsid w:val="005708AF"/>
    <w:rsid w:val="005861BC"/>
    <w:rsid w:val="00586876"/>
    <w:rsid w:val="005949D5"/>
    <w:rsid w:val="00597788"/>
    <w:rsid w:val="005A019E"/>
    <w:rsid w:val="005A4264"/>
    <w:rsid w:val="005A5130"/>
    <w:rsid w:val="005B0BA9"/>
    <w:rsid w:val="005B19EC"/>
    <w:rsid w:val="005B44AC"/>
    <w:rsid w:val="005C2B5D"/>
    <w:rsid w:val="005C689D"/>
    <w:rsid w:val="005D1720"/>
    <w:rsid w:val="005D532A"/>
    <w:rsid w:val="005E23D1"/>
    <w:rsid w:val="00600E60"/>
    <w:rsid w:val="00601382"/>
    <w:rsid w:val="00606C3F"/>
    <w:rsid w:val="00615824"/>
    <w:rsid w:val="00617EB9"/>
    <w:rsid w:val="00622A74"/>
    <w:rsid w:val="00627982"/>
    <w:rsid w:val="00627A84"/>
    <w:rsid w:val="0064049C"/>
    <w:rsid w:val="00647984"/>
    <w:rsid w:val="0065639F"/>
    <w:rsid w:val="006616E3"/>
    <w:rsid w:val="006641A9"/>
    <w:rsid w:val="006701B0"/>
    <w:rsid w:val="00671937"/>
    <w:rsid w:val="006725C0"/>
    <w:rsid w:val="00674F85"/>
    <w:rsid w:val="0067523F"/>
    <w:rsid w:val="00685E84"/>
    <w:rsid w:val="00690C74"/>
    <w:rsid w:val="0069597D"/>
    <w:rsid w:val="006A1839"/>
    <w:rsid w:val="006A415C"/>
    <w:rsid w:val="006A73D4"/>
    <w:rsid w:val="006C279F"/>
    <w:rsid w:val="006C5A03"/>
    <w:rsid w:val="006C5CD3"/>
    <w:rsid w:val="006D5DFC"/>
    <w:rsid w:val="006D667C"/>
    <w:rsid w:val="006E181D"/>
    <w:rsid w:val="006E2CB6"/>
    <w:rsid w:val="006E3544"/>
    <w:rsid w:val="006E4401"/>
    <w:rsid w:val="006E5B60"/>
    <w:rsid w:val="006E6002"/>
    <w:rsid w:val="006F04B0"/>
    <w:rsid w:val="006F4CA0"/>
    <w:rsid w:val="006F70BD"/>
    <w:rsid w:val="006F7F2E"/>
    <w:rsid w:val="00701EFF"/>
    <w:rsid w:val="00702C4A"/>
    <w:rsid w:val="00704A67"/>
    <w:rsid w:val="00706EDB"/>
    <w:rsid w:val="007214FE"/>
    <w:rsid w:val="00724E48"/>
    <w:rsid w:val="0072603C"/>
    <w:rsid w:val="00727556"/>
    <w:rsid w:val="00732D48"/>
    <w:rsid w:val="0073379C"/>
    <w:rsid w:val="00742197"/>
    <w:rsid w:val="00743435"/>
    <w:rsid w:val="00744294"/>
    <w:rsid w:val="00745AAD"/>
    <w:rsid w:val="007465FC"/>
    <w:rsid w:val="0075073C"/>
    <w:rsid w:val="007507BC"/>
    <w:rsid w:val="00761986"/>
    <w:rsid w:val="00780515"/>
    <w:rsid w:val="00781973"/>
    <w:rsid w:val="007841D5"/>
    <w:rsid w:val="00786164"/>
    <w:rsid w:val="00795D52"/>
    <w:rsid w:val="00796CD1"/>
    <w:rsid w:val="00797DA3"/>
    <w:rsid w:val="007B3446"/>
    <w:rsid w:val="007B7031"/>
    <w:rsid w:val="007C4C4A"/>
    <w:rsid w:val="007C7BAA"/>
    <w:rsid w:val="007D3448"/>
    <w:rsid w:val="007D79D1"/>
    <w:rsid w:val="007E49F5"/>
    <w:rsid w:val="007F1100"/>
    <w:rsid w:val="007F128F"/>
    <w:rsid w:val="007F379F"/>
    <w:rsid w:val="008172E2"/>
    <w:rsid w:val="0082058E"/>
    <w:rsid w:val="00830D4A"/>
    <w:rsid w:val="0083447E"/>
    <w:rsid w:val="00835B05"/>
    <w:rsid w:val="00842BC7"/>
    <w:rsid w:val="00860092"/>
    <w:rsid w:val="00862093"/>
    <w:rsid w:val="00870804"/>
    <w:rsid w:val="00877594"/>
    <w:rsid w:val="00881BFD"/>
    <w:rsid w:val="008849E4"/>
    <w:rsid w:val="008A2DC7"/>
    <w:rsid w:val="008A4122"/>
    <w:rsid w:val="008B1929"/>
    <w:rsid w:val="008B1ED6"/>
    <w:rsid w:val="008B78D4"/>
    <w:rsid w:val="008C7DB0"/>
    <w:rsid w:val="008D2B18"/>
    <w:rsid w:val="008D3118"/>
    <w:rsid w:val="008D5232"/>
    <w:rsid w:val="008E4785"/>
    <w:rsid w:val="008F0CF7"/>
    <w:rsid w:val="008F2649"/>
    <w:rsid w:val="008F280C"/>
    <w:rsid w:val="008F2AE7"/>
    <w:rsid w:val="008F3A76"/>
    <w:rsid w:val="008F4B39"/>
    <w:rsid w:val="00901951"/>
    <w:rsid w:val="0090503C"/>
    <w:rsid w:val="00906DA0"/>
    <w:rsid w:val="00906E81"/>
    <w:rsid w:val="00914057"/>
    <w:rsid w:val="00916616"/>
    <w:rsid w:val="00922116"/>
    <w:rsid w:val="0092603B"/>
    <w:rsid w:val="00935007"/>
    <w:rsid w:val="0093534C"/>
    <w:rsid w:val="0094043C"/>
    <w:rsid w:val="009415A9"/>
    <w:rsid w:val="00947BB4"/>
    <w:rsid w:val="00950E40"/>
    <w:rsid w:val="00957654"/>
    <w:rsid w:val="00962F04"/>
    <w:rsid w:val="00964637"/>
    <w:rsid w:val="009747D7"/>
    <w:rsid w:val="0097496A"/>
    <w:rsid w:val="00990A32"/>
    <w:rsid w:val="00992542"/>
    <w:rsid w:val="00992746"/>
    <w:rsid w:val="009A4D2D"/>
    <w:rsid w:val="009A6CF6"/>
    <w:rsid w:val="009B0A40"/>
    <w:rsid w:val="009B4782"/>
    <w:rsid w:val="009B5030"/>
    <w:rsid w:val="009B6405"/>
    <w:rsid w:val="009C0921"/>
    <w:rsid w:val="009D1EC4"/>
    <w:rsid w:val="009D5838"/>
    <w:rsid w:val="009E4DA5"/>
    <w:rsid w:val="009F42CE"/>
    <w:rsid w:val="009F50CF"/>
    <w:rsid w:val="00A06DA6"/>
    <w:rsid w:val="00A1114C"/>
    <w:rsid w:val="00A157C6"/>
    <w:rsid w:val="00A169E7"/>
    <w:rsid w:val="00A232A6"/>
    <w:rsid w:val="00A34DB4"/>
    <w:rsid w:val="00A37502"/>
    <w:rsid w:val="00A37EB1"/>
    <w:rsid w:val="00A42746"/>
    <w:rsid w:val="00A63D0F"/>
    <w:rsid w:val="00A67FA0"/>
    <w:rsid w:val="00A7317B"/>
    <w:rsid w:val="00A835ED"/>
    <w:rsid w:val="00A903FA"/>
    <w:rsid w:val="00A90B06"/>
    <w:rsid w:val="00A90C8F"/>
    <w:rsid w:val="00A91EAA"/>
    <w:rsid w:val="00A9359C"/>
    <w:rsid w:val="00A94655"/>
    <w:rsid w:val="00AA0C15"/>
    <w:rsid w:val="00AA149C"/>
    <w:rsid w:val="00AA3411"/>
    <w:rsid w:val="00AB0F32"/>
    <w:rsid w:val="00AB33C3"/>
    <w:rsid w:val="00AC3308"/>
    <w:rsid w:val="00AD4426"/>
    <w:rsid w:val="00AD7034"/>
    <w:rsid w:val="00AE29A2"/>
    <w:rsid w:val="00AF390B"/>
    <w:rsid w:val="00AF3F4A"/>
    <w:rsid w:val="00AF40C7"/>
    <w:rsid w:val="00B07B8B"/>
    <w:rsid w:val="00B1319C"/>
    <w:rsid w:val="00B15838"/>
    <w:rsid w:val="00B2574A"/>
    <w:rsid w:val="00B25A75"/>
    <w:rsid w:val="00B31579"/>
    <w:rsid w:val="00B37624"/>
    <w:rsid w:val="00B43F20"/>
    <w:rsid w:val="00B54586"/>
    <w:rsid w:val="00B62CC1"/>
    <w:rsid w:val="00B6373C"/>
    <w:rsid w:val="00B75106"/>
    <w:rsid w:val="00B927DF"/>
    <w:rsid w:val="00B933C8"/>
    <w:rsid w:val="00B94704"/>
    <w:rsid w:val="00BA0BBF"/>
    <w:rsid w:val="00BB361D"/>
    <w:rsid w:val="00BB7ED1"/>
    <w:rsid w:val="00BD1A45"/>
    <w:rsid w:val="00BD3CD1"/>
    <w:rsid w:val="00BD704E"/>
    <w:rsid w:val="00BE06BE"/>
    <w:rsid w:val="00BE19B4"/>
    <w:rsid w:val="00BE2D54"/>
    <w:rsid w:val="00BE5714"/>
    <w:rsid w:val="00BF1E3E"/>
    <w:rsid w:val="00BF586A"/>
    <w:rsid w:val="00C077FC"/>
    <w:rsid w:val="00C1545C"/>
    <w:rsid w:val="00C16C7A"/>
    <w:rsid w:val="00C16D8C"/>
    <w:rsid w:val="00C21CE1"/>
    <w:rsid w:val="00C264FB"/>
    <w:rsid w:val="00C271D6"/>
    <w:rsid w:val="00C27375"/>
    <w:rsid w:val="00C30519"/>
    <w:rsid w:val="00C349DA"/>
    <w:rsid w:val="00C45CF1"/>
    <w:rsid w:val="00C46B13"/>
    <w:rsid w:val="00C500D0"/>
    <w:rsid w:val="00C5507E"/>
    <w:rsid w:val="00C64C3E"/>
    <w:rsid w:val="00C700BA"/>
    <w:rsid w:val="00C703AB"/>
    <w:rsid w:val="00C7447D"/>
    <w:rsid w:val="00C869E6"/>
    <w:rsid w:val="00C92B67"/>
    <w:rsid w:val="00C92EBE"/>
    <w:rsid w:val="00C96B36"/>
    <w:rsid w:val="00C96BC5"/>
    <w:rsid w:val="00C977DA"/>
    <w:rsid w:val="00C97C77"/>
    <w:rsid w:val="00CA45A4"/>
    <w:rsid w:val="00CB0FD9"/>
    <w:rsid w:val="00CB7004"/>
    <w:rsid w:val="00CC5281"/>
    <w:rsid w:val="00CC6FED"/>
    <w:rsid w:val="00CD1780"/>
    <w:rsid w:val="00CD6C6E"/>
    <w:rsid w:val="00CE45B5"/>
    <w:rsid w:val="00CF0D2A"/>
    <w:rsid w:val="00CF2ECC"/>
    <w:rsid w:val="00D12E02"/>
    <w:rsid w:val="00D12E0B"/>
    <w:rsid w:val="00D214F4"/>
    <w:rsid w:val="00D23A2F"/>
    <w:rsid w:val="00D23F6E"/>
    <w:rsid w:val="00D2648C"/>
    <w:rsid w:val="00D32AA4"/>
    <w:rsid w:val="00D420D6"/>
    <w:rsid w:val="00D446D4"/>
    <w:rsid w:val="00D458D8"/>
    <w:rsid w:val="00D51EA2"/>
    <w:rsid w:val="00D6064E"/>
    <w:rsid w:val="00D63EF6"/>
    <w:rsid w:val="00D644E5"/>
    <w:rsid w:val="00D71F29"/>
    <w:rsid w:val="00D76CA6"/>
    <w:rsid w:val="00D916A8"/>
    <w:rsid w:val="00DA1ECD"/>
    <w:rsid w:val="00DB36C7"/>
    <w:rsid w:val="00DC41AA"/>
    <w:rsid w:val="00DD0FA7"/>
    <w:rsid w:val="00DD2B69"/>
    <w:rsid w:val="00DD3759"/>
    <w:rsid w:val="00DD4199"/>
    <w:rsid w:val="00DD6418"/>
    <w:rsid w:val="00DD74B1"/>
    <w:rsid w:val="00DD76C8"/>
    <w:rsid w:val="00DE27CA"/>
    <w:rsid w:val="00DE3EBC"/>
    <w:rsid w:val="00DE4E3F"/>
    <w:rsid w:val="00DF2BB5"/>
    <w:rsid w:val="00DF4CE8"/>
    <w:rsid w:val="00E000E0"/>
    <w:rsid w:val="00E149D1"/>
    <w:rsid w:val="00E15683"/>
    <w:rsid w:val="00E15E5D"/>
    <w:rsid w:val="00E203A8"/>
    <w:rsid w:val="00E277B0"/>
    <w:rsid w:val="00E35472"/>
    <w:rsid w:val="00E367A1"/>
    <w:rsid w:val="00E371B9"/>
    <w:rsid w:val="00E4094A"/>
    <w:rsid w:val="00E4170F"/>
    <w:rsid w:val="00E51A36"/>
    <w:rsid w:val="00E52101"/>
    <w:rsid w:val="00E64AA1"/>
    <w:rsid w:val="00E6583C"/>
    <w:rsid w:val="00E713B0"/>
    <w:rsid w:val="00E75526"/>
    <w:rsid w:val="00E7614E"/>
    <w:rsid w:val="00E779F2"/>
    <w:rsid w:val="00E77DF6"/>
    <w:rsid w:val="00E81B6B"/>
    <w:rsid w:val="00E8720B"/>
    <w:rsid w:val="00E873A8"/>
    <w:rsid w:val="00E90B5A"/>
    <w:rsid w:val="00E97F2B"/>
    <w:rsid w:val="00EA4EF3"/>
    <w:rsid w:val="00EA6131"/>
    <w:rsid w:val="00EB1E3F"/>
    <w:rsid w:val="00EB61B8"/>
    <w:rsid w:val="00EB6BAB"/>
    <w:rsid w:val="00EC1726"/>
    <w:rsid w:val="00EC2A21"/>
    <w:rsid w:val="00EC3DDD"/>
    <w:rsid w:val="00EC497C"/>
    <w:rsid w:val="00EC6EEC"/>
    <w:rsid w:val="00EC789B"/>
    <w:rsid w:val="00ED0B99"/>
    <w:rsid w:val="00ED43BD"/>
    <w:rsid w:val="00EE4C80"/>
    <w:rsid w:val="00EE4F20"/>
    <w:rsid w:val="00EE5E13"/>
    <w:rsid w:val="00EE66CD"/>
    <w:rsid w:val="00EE67B5"/>
    <w:rsid w:val="00F02236"/>
    <w:rsid w:val="00F044BF"/>
    <w:rsid w:val="00F10181"/>
    <w:rsid w:val="00F20D6B"/>
    <w:rsid w:val="00F32E5F"/>
    <w:rsid w:val="00F33BEB"/>
    <w:rsid w:val="00F35A38"/>
    <w:rsid w:val="00F42562"/>
    <w:rsid w:val="00F448DD"/>
    <w:rsid w:val="00F53F38"/>
    <w:rsid w:val="00F56DE9"/>
    <w:rsid w:val="00F6464F"/>
    <w:rsid w:val="00F67602"/>
    <w:rsid w:val="00F737E8"/>
    <w:rsid w:val="00F7623A"/>
    <w:rsid w:val="00F77763"/>
    <w:rsid w:val="00F8539B"/>
    <w:rsid w:val="00F8642F"/>
    <w:rsid w:val="00F909DC"/>
    <w:rsid w:val="00FA037E"/>
    <w:rsid w:val="00FA3DBB"/>
    <w:rsid w:val="00FA45F9"/>
    <w:rsid w:val="00FA5E20"/>
    <w:rsid w:val="00FC4660"/>
    <w:rsid w:val="00FC46B2"/>
    <w:rsid w:val="00FD45CF"/>
    <w:rsid w:val="00FD5799"/>
    <w:rsid w:val="00FD5938"/>
    <w:rsid w:val="00FD6CC2"/>
    <w:rsid w:val="00FE0340"/>
    <w:rsid w:val="00FE3A16"/>
    <w:rsid w:val="00FE6286"/>
    <w:rsid w:val="00FE6F4A"/>
    <w:rsid w:val="00FF053C"/>
    <w:rsid w:val="00FF0998"/>
    <w:rsid w:val="00FF0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2F2"/>
    <w:rPr>
      <w:rFonts w:ascii="Cordia New" w:hAnsi="Cordia New" w:cs="AngsanaUPC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62F2"/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4B1138"/>
    <w:rPr>
      <w:rFonts w:ascii="Angsana New" w:hAnsi="Angsana New" w:cs="Angsana New"/>
      <w:sz w:val="32"/>
      <w:szCs w:val="32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1138"/>
    <w:rPr>
      <w:rFonts w:ascii="Angsana New" w:hAnsi="Angsana New" w:cs="Angsana New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699</Words>
  <Characters>3987</Characters>
  <Application>Microsoft Office Outlook</Application>
  <DocSecurity>0</DocSecurity>
  <Lines>0</Lines>
  <Paragraphs>0</Paragraphs>
  <ScaleCrop>false</ScaleCrop>
  <Company>SRI MODIFY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XP</dc:creator>
  <cp:keywords/>
  <dc:description/>
  <cp:lastModifiedBy>TrueFasterUser</cp:lastModifiedBy>
  <cp:revision>2</cp:revision>
  <cp:lastPrinted>2012-04-26T06:55:00Z</cp:lastPrinted>
  <dcterms:created xsi:type="dcterms:W3CDTF">2012-04-27T04:28:00Z</dcterms:created>
  <dcterms:modified xsi:type="dcterms:W3CDTF">2012-04-27T04:28:00Z</dcterms:modified>
</cp:coreProperties>
</file>